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06945" w14:textId="77777777" w:rsidR="008C7771" w:rsidRDefault="00000000">
      <w:pPr>
        <w:framePr w:wrap="around" w:hAnchor="margin" w:x="-599" w:y="1" w:anchorLock="1"/>
      </w:pPr>
      <w:r>
        <w:fldChar w:fldCharType="begin"/>
      </w:r>
      <w:r>
        <w:instrText xml:space="preserve"> SET НИ </w:instrText>
      </w:r>
      <w:fldSimple w:instr=" FILLIN &quot;Введите наименование и шифр изделия:&quot;\o ">
        <w:r w:rsidR="00283A84">
          <w:instrText>Изделие А-744М-01</w:instrText>
        </w:r>
      </w:fldSimple>
      <w:r>
        <w:instrText xml:space="preserve"> </w:instrText>
      </w:r>
      <w:r>
        <w:fldChar w:fldCharType="separate"/>
      </w:r>
      <w:bookmarkStart w:id="0" w:name="НИ"/>
      <w:r w:rsidR="00283A84">
        <w:rPr>
          <w:noProof/>
        </w:rPr>
        <w:t>Изделие А-744М-01</w:t>
      </w:r>
      <w:bookmarkEnd w:id="0"/>
      <w:r>
        <w:fldChar w:fldCharType="end"/>
      </w:r>
      <w:r>
        <w:fldChar w:fldCharType="begin"/>
      </w:r>
      <w:r>
        <w:instrText xml:space="preserve"> SET НД </w:instrText>
      </w:r>
      <w:fldSimple w:instr=" FILLIN &quot;Введите наименование документа:&quot;\o ">
        <w:r w:rsidR="00283A84">
          <w:instrText>Технические условия</w:instrText>
        </w:r>
      </w:fldSimple>
      <w:r>
        <w:instrText xml:space="preserve"> </w:instrText>
      </w:r>
      <w:r>
        <w:fldChar w:fldCharType="separate"/>
      </w:r>
      <w:bookmarkStart w:id="1" w:name="НД"/>
      <w:r w:rsidR="00283A84">
        <w:rPr>
          <w:noProof/>
        </w:rPr>
        <w:t>Технические условия</w:t>
      </w:r>
      <w:bookmarkEnd w:id="1"/>
      <w:r>
        <w:fldChar w:fldCharType="end"/>
      </w:r>
      <w:r>
        <w:fldChar w:fldCharType="begin"/>
      </w:r>
      <w:r>
        <w:instrText xml:space="preserve"> SET ОД </w:instrText>
      </w:r>
      <w:fldSimple w:instr=" FILLIN &quot;Введите обозначение документа:&quot;\o ">
        <w:r w:rsidR="00283A84">
          <w:instrText>ЕФСК.461531.002 ТУ</w:instrText>
        </w:r>
      </w:fldSimple>
      <w:r>
        <w:instrText xml:space="preserve"> </w:instrText>
      </w:r>
      <w:r>
        <w:fldChar w:fldCharType="separate"/>
      </w:r>
      <w:bookmarkStart w:id="2" w:name="ОД"/>
      <w:r w:rsidR="00283A84">
        <w:rPr>
          <w:noProof/>
        </w:rPr>
        <w:t>ЕФСК.461531.002 ТУ</w:t>
      </w:r>
      <w:bookmarkEnd w:id="2"/>
      <w:r>
        <w:fldChar w:fldCharType="end"/>
      </w:r>
      <w:r>
        <w:fldChar w:fldCharType="begin"/>
      </w:r>
      <w:r>
        <w:instrText xml:space="preserve"> SET ПервПримен </w:instrText>
      </w:r>
      <w:fldSimple w:instr=" FILLIN &quot;Введите первичную применяемость документа:&quot;\o ">
        <w:r w:rsidR="00283A84">
          <w:instrText>ЕФСК.461531.002</w:instrText>
        </w:r>
      </w:fldSimple>
      <w:r>
        <w:instrText xml:space="preserve"> </w:instrText>
      </w:r>
      <w:r>
        <w:fldChar w:fldCharType="separate"/>
      </w:r>
      <w:bookmarkStart w:id="3" w:name="ПервПримен"/>
      <w:r w:rsidR="00283A84">
        <w:rPr>
          <w:noProof/>
        </w:rPr>
        <w:t>ЕФСК.461531.002</w:t>
      </w:r>
      <w:bookmarkEnd w:id="3"/>
      <w:r>
        <w:fldChar w:fldCharType="end"/>
      </w:r>
    </w:p>
    <w:tbl>
      <w:tblPr>
        <w:tblW w:w="992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6"/>
        <w:gridCol w:w="1654"/>
        <w:gridCol w:w="1652"/>
        <w:gridCol w:w="3308"/>
      </w:tblGrid>
      <w:tr w:rsidR="008C7771" w14:paraId="36F0C8BF" w14:textId="77777777">
        <w:tc>
          <w:tcPr>
            <w:tcW w:w="9920" w:type="dxa"/>
            <w:gridSpan w:val="4"/>
          </w:tcPr>
          <w:p w14:paraId="1D43390F" w14:textId="77777777" w:rsidR="008C7771" w:rsidRDefault="008C7771">
            <w:pPr>
              <w:spacing w:before="120" w:after="120" w:line="240" w:lineRule="atLeast"/>
              <w:jc w:val="center"/>
            </w:pPr>
          </w:p>
        </w:tc>
      </w:tr>
      <w:tr w:rsidR="008C7771" w14:paraId="14F9E40B" w14:textId="77777777">
        <w:tc>
          <w:tcPr>
            <w:tcW w:w="4960" w:type="dxa"/>
            <w:gridSpan w:val="2"/>
          </w:tcPr>
          <w:p w14:paraId="4E520820" w14:textId="77777777" w:rsidR="008C7771" w:rsidRDefault="008C7771">
            <w:pPr>
              <w:spacing w:before="120" w:after="120" w:line="240" w:lineRule="atLeast"/>
              <w:ind w:left="600"/>
            </w:pPr>
          </w:p>
        </w:tc>
        <w:tc>
          <w:tcPr>
            <w:tcW w:w="4960" w:type="dxa"/>
            <w:gridSpan w:val="2"/>
          </w:tcPr>
          <w:p w14:paraId="3C0E8B11" w14:textId="77777777" w:rsidR="008C7771" w:rsidRDefault="008C7771">
            <w:pPr>
              <w:spacing w:before="120" w:after="120" w:line="240" w:lineRule="atLeast"/>
              <w:ind w:left="600"/>
              <w:jc w:val="center"/>
            </w:pPr>
          </w:p>
        </w:tc>
      </w:tr>
      <w:tr w:rsidR="008C7771" w14:paraId="77D1F32A" w14:textId="77777777">
        <w:tc>
          <w:tcPr>
            <w:tcW w:w="3306" w:type="dxa"/>
          </w:tcPr>
          <w:p w14:paraId="51AE3DCE" w14:textId="56049E17" w:rsidR="008C7771" w:rsidRDefault="008C7771">
            <w:pPr>
              <w:tabs>
                <w:tab w:val="left" w:pos="1600"/>
              </w:tabs>
              <w:spacing w:before="120" w:after="120" w:line="240" w:lineRule="atLeast"/>
              <w:ind w:left="600"/>
              <w:rPr>
                <w:sz w:val="22"/>
              </w:rPr>
            </w:pPr>
          </w:p>
        </w:tc>
        <w:tc>
          <w:tcPr>
            <w:tcW w:w="3306" w:type="dxa"/>
            <w:gridSpan w:val="2"/>
          </w:tcPr>
          <w:p w14:paraId="2485F070" w14:textId="77777777" w:rsidR="008C7771" w:rsidRDefault="008C7771">
            <w:pPr>
              <w:spacing w:before="120" w:after="120" w:line="240" w:lineRule="atLeast"/>
              <w:ind w:left="600"/>
              <w:rPr>
                <w:sz w:val="22"/>
              </w:rPr>
            </w:pPr>
          </w:p>
        </w:tc>
        <w:tc>
          <w:tcPr>
            <w:tcW w:w="3308" w:type="dxa"/>
          </w:tcPr>
          <w:p w14:paraId="4165C20B" w14:textId="77777777" w:rsidR="008C7771" w:rsidRDefault="008C7771">
            <w:pPr>
              <w:tabs>
                <w:tab w:val="left" w:pos="1600"/>
              </w:tabs>
              <w:spacing w:before="120" w:after="120" w:line="240" w:lineRule="atLeast"/>
              <w:ind w:left="600"/>
              <w:rPr>
                <w:sz w:val="22"/>
              </w:rPr>
            </w:pPr>
          </w:p>
        </w:tc>
      </w:tr>
      <w:tr w:rsidR="008C7771" w14:paraId="2D53E3B4" w14:textId="77777777">
        <w:tc>
          <w:tcPr>
            <w:tcW w:w="9920" w:type="dxa"/>
            <w:gridSpan w:val="4"/>
          </w:tcPr>
          <w:p w14:paraId="4C6A83EC" w14:textId="77777777" w:rsidR="008C7771" w:rsidRDefault="008C7771">
            <w:pPr>
              <w:pStyle w:val="af2"/>
              <w:spacing w:line="480" w:lineRule="auto"/>
            </w:pPr>
          </w:p>
        </w:tc>
      </w:tr>
      <w:tr w:rsidR="008C7771" w14:paraId="4461EA75" w14:textId="77777777">
        <w:tc>
          <w:tcPr>
            <w:tcW w:w="9920" w:type="dxa"/>
            <w:gridSpan w:val="4"/>
          </w:tcPr>
          <w:p w14:paraId="06534A9C" w14:textId="77777777" w:rsidR="008C7771" w:rsidRDefault="008C7771">
            <w:pPr>
              <w:pStyle w:val="af2"/>
              <w:spacing w:line="480" w:lineRule="auto"/>
            </w:pPr>
          </w:p>
        </w:tc>
      </w:tr>
      <w:tr w:rsidR="008C7771" w14:paraId="0AEA57C5" w14:textId="77777777">
        <w:tc>
          <w:tcPr>
            <w:tcW w:w="9920" w:type="dxa"/>
            <w:gridSpan w:val="4"/>
          </w:tcPr>
          <w:p w14:paraId="7B6C75A6" w14:textId="77777777" w:rsidR="008C7771" w:rsidRDefault="008C7771">
            <w:pPr>
              <w:pStyle w:val="af2"/>
              <w:spacing w:line="480" w:lineRule="auto"/>
            </w:pPr>
          </w:p>
        </w:tc>
      </w:tr>
      <w:tr w:rsidR="008C7771" w14:paraId="3C173007" w14:textId="77777777">
        <w:tc>
          <w:tcPr>
            <w:tcW w:w="9920" w:type="dxa"/>
            <w:gridSpan w:val="4"/>
            <w:vAlign w:val="bottom"/>
          </w:tcPr>
          <w:p w14:paraId="5B35DAC9" w14:textId="7ADA433B" w:rsidR="008C7771" w:rsidRDefault="00267C95">
            <w:pPr>
              <w:pStyle w:val="af2"/>
              <w:spacing w:line="480" w:lineRule="auto"/>
            </w:pPr>
            <w:r w:rsidRPr="00D96BAC">
              <w:rPr>
                <w:highlight w:val="yellow"/>
              </w:rPr>
              <w:t>НАЗВАНИЕ ИЗДЕЛИЯ</w:t>
            </w:r>
          </w:p>
        </w:tc>
      </w:tr>
      <w:tr w:rsidR="008C7771" w14:paraId="1DC82A11" w14:textId="77777777">
        <w:tc>
          <w:tcPr>
            <w:tcW w:w="9920" w:type="dxa"/>
            <w:gridSpan w:val="4"/>
            <w:vAlign w:val="bottom"/>
          </w:tcPr>
          <w:p w14:paraId="609A62AB" w14:textId="448C598F" w:rsidR="008C7771" w:rsidRDefault="00267C95">
            <w:pPr>
              <w:pStyle w:val="ac"/>
            </w:pPr>
            <w:r>
              <w:t>ПОЯСНИТЕЛЬНАЯ ЗАПИСКА</w:t>
            </w:r>
          </w:p>
        </w:tc>
      </w:tr>
      <w:tr w:rsidR="008C7771" w14:paraId="3456DCC5" w14:textId="77777777">
        <w:tc>
          <w:tcPr>
            <w:tcW w:w="9920" w:type="dxa"/>
            <w:gridSpan w:val="4"/>
            <w:vAlign w:val="bottom"/>
          </w:tcPr>
          <w:p w14:paraId="23028FE4" w14:textId="398C4A21" w:rsidR="008C7771" w:rsidRDefault="00D96BAC">
            <w:pPr>
              <w:pStyle w:val="af2"/>
            </w:pPr>
            <w:r>
              <w:t xml:space="preserve"> </w:t>
            </w:r>
          </w:p>
        </w:tc>
      </w:tr>
      <w:tr w:rsidR="008C7771" w14:paraId="1DCCC264" w14:textId="77777777">
        <w:tc>
          <w:tcPr>
            <w:tcW w:w="9920" w:type="dxa"/>
            <w:gridSpan w:val="4"/>
          </w:tcPr>
          <w:p w14:paraId="03603B3A" w14:textId="77777777" w:rsidR="008C7771" w:rsidRDefault="008C7771">
            <w:pPr>
              <w:spacing w:line="480" w:lineRule="atLeast"/>
              <w:ind w:left="113" w:right="113"/>
              <w:jc w:val="center"/>
            </w:pPr>
          </w:p>
        </w:tc>
      </w:tr>
      <w:tr w:rsidR="008C7771" w14:paraId="4749B07F" w14:textId="77777777">
        <w:tc>
          <w:tcPr>
            <w:tcW w:w="3306" w:type="dxa"/>
          </w:tcPr>
          <w:p w14:paraId="534A3125" w14:textId="77777777" w:rsidR="008C7771" w:rsidRDefault="008C7771">
            <w:pPr>
              <w:tabs>
                <w:tab w:val="left" w:pos="1600"/>
              </w:tabs>
              <w:spacing w:line="240" w:lineRule="atLeast"/>
              <w:ind w:left="600" w:right="40"/>
            </w:pPr>
          </w:p>
        </w:tc>
        <w:tc>
          <w:tcPr>
            <w:tcW w:w="3306" w:type="dxa"/>
            <w:gridSpan w:val="2"/>
          </w:tcPr>
          <w:p w14:paraId="604C48D5" w14:textId="77777777" w:rsidR="008C7771" w:rsidRDefault="008C7771">
            <w:pPr>
              <w:spacing w:line="480" w:lineRule="atLeast"/>
              <w:ind w:left="113" w:right="113"/>
              <w:jc w:val="center"/>
            </w:pPr>
          </w:p>
        </w:tc>
        <w:tc>
          <w:tcPr>
            <w:tcW w:w="3308" w:type="dxa"/>
          </w:tcPr>
          <w:p w14:paraId="6992FEE6" w14:textId="77777777" w:rsidR="008C7771" w:rsidRDefault="008C7771">
            <w:pPr>
              <w:tabs>
                <w:tab w:val="left" w:pos="1600"/>
              </w:tabs>
              <w:spacing w:line="240" w:lineRule="atLeast"/>
              <w:ind w:left="600" w:right="40"/>
            </w:pPr>
          </w:p>
        </w:tc>
      </w:tr>
      <w:tr w:rsidR="008C7771" w14:paraId="32EC5FC5" w14:textId="77777777">
        <w:tc>
          <w:tcPr>
            <w:tcW w:w="3306" w:type="dxa"/>
          </w:tcPr>
          <w:p w14:paraId="7104C409" w14:textId="77777777" w:rsidR="008C7771" w:rsidRDefault="008C7771">
            <w:pPr>
              <w:spacing w:after="120" w:line="480" w:lineRule="atLeast"/>
              <w:ind w:left="600" w:right="40"/>
            </w:pPr>
          </w:p>
        </w:tc>
        <w:tc>
          <w:tcPr>
            <w:tcW w:w="3306" w:type="dxa"/>
            <w:gridSpan w:val="2"/>
          </w:tcPr>
          <w:p w14:paraId="5EE18D8C" w14:textId="77777777" w:rsidR="008C7771" w:rsidRDefault="008C7771">
            <w:pPr>
              <w:spacing w:line="480" w:lineRule="atLeast"/>
              <w:ind w:left="113" w:right="113"/>
              <w:jc w:val="center"/>
            </w:pPr>
          </w:p>
        </w:tc>
        <w:tc>
          <w:tcPr>
            <w:tcW w:w="3308" w:type="dxa"/>
          </w:tcPr>
          <w:p w14:paraId="0E000C81" w14:textId="77777777" w:rsidR="008C7771" w:rsidRDefault="008C7771">
            <w:pPr>
              <w:spacing w:after="120" w:line="480" w:lineRule="atLeast"/>
              <w:ind w:left="600" w:right="40"/>
            </w:pPr>
          </w:p>
        </w:tc>
      </w:tr>
    </w:tbl>
    <w:p w14:paraId="3122D72B" w14:textId="77777777" w:rsidR="008C7771" w:rsidRDefault="008C7771"/>
    <w:p w14:paraId="6035546F" w14:textId="77777777" w:rsidR="008C7771" w:rsidRDefault="008C7771"/>
    <w:p w14:paraId="20A554DB" w14:textId="23D83A5E" w:rsidR="00EA02C9" w:rsidRDefault="00EA02C9" w:rsidP="00EA02C9">
      <w:pPr>
        <w:jc w:val="center"/>
        <w:sectPr w:rsidR="00EA02C9">
          <w:footerReference w:type="even" r:id="rId7"/>
          <w:footerReference w:type="default" r:id="rId8"/>
          <w:headerReference w:type="first" r:id="rId9"/>
          <w:footerReference w:type="first" r:id="rId10"/>
          <w:pgSz w:w="11907" w:h="16840" w:code="9"/>
          <w:pgMar w:top="680" w:right="533" w:bottom="1916" w:left="533" w:header="357" w:footer="1361" w:gutter="942"/>
          <w:cols w:space="720"/>
          <w:titlePg/>
        </w:sectPr>
      </w:pPr>
      <w:r w:rsidRPr="00D96BAC">
        <w:rPr>
          <w:highlight w:val="yellow"/>
        </w:rPr>
        <w:t>ФОТО ИЗДЕЛИЯ</w:t>
      </w:r>
      <w:r w:rsidR="00D96BAC" w:rsidRPr="00D96BAC">
        <w:rPr>
          <w:highlight w:val="yellow"/>
        </w:rPr>
        <w:t xml:space="preserve"> (выдается)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510"/>
        <w:gridCol w:w="1304"/>
        <w:gridCol w:w="851"/>
        <w:gridCol w:w="567"/>
        <w:gridCol w:w="794"/>
        <w:gridCol w:w="2746"/>
        <w:gridCol w:w="129"/>
        <w:gridCol w:w="211"/>
        <w:gridCol w:w="340"/>
        <w:gridCol w:w="340"/>
        <w:gridCol w:w="851"/>
        <w:gridCol w:w="1137"/>
      </w:tblGrid>
      <w:tr w:rsidR="008C7771" w14:paraId="4126F4D9" w14:textId="77777777">
        <w:trPr>
          <w:cantSplit/>
          <w:trHeight w:hRule="exact" w:val="792"/>
        </w:trPr>
        <w:tc>
          <w:tcPr>
            <w:tcW w:w="454" w:type="dxa"/>
            <w:vAlign w:val="center"/>
          </w:tcPr>
          <w:p w14:paraId="01B50CEF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</w:pPr>
          </w:p>
        </w:tc>
        <w:tc>
          <w:tcPr>
            <w:tcW w:w="510" w:type="dxa"/>
            <w:vAlign w:val="center"/>
          </w:tcPr>
          <w:p w14:paraId="19BDE938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  <w:tc>
          <w:tcPr>
            <w:tcW w:w="1304" w:type="dxa"/>
            <w:vAlign w:val="center"/>
          </w:tcPr>
          <w:p w14:paraId="25A8CC42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1" w:type="dxa"/>
            <w:vAlign w:val="center"/>
          </w:tcPr>
          <w:p w14:paraId="57B0D252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5818588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C81E8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40407068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2"/>
              </w:rPr>
            </w:pPr>
          </w:p>
        </w:tc>
        <w:tc>
          <w:tcPr>
            <w:tcW w:w="28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325186E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2"/>
              </w:rPr>
            </w:pPr>
          </w:p>
        </w:tc>
      </w:tr>
      <w:tr w:rsidR="008C7771" w14:paraId="2A24DF1C" w14:textId="77777777">
        <w:trPr>
          <w:cantSplit/>
          <w:trHeight w:hRule="exact" w:val="454"/>
        </w:trPr>
        <w:tc>
          <w:tcPr>
            <w:tcW w:w="454" w:type="dxa"/>
            <w:vAlign w:val="center"/>
          </w:tcPr>
          <w:p w14:paraId="0E8C0E3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</w:pPr>
          </w:p>
        </w:tc>
        <w:tc>
          <w:tcPr>
            <w:tcW w:w="510" w:type="dxa"/>
            <w:vAlign w:val="center"/>
          </w:tcPr>
          <w:p w14:paraId="2E0A153F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  <w:tc>
          <w:tcPr>
            <w:tcW w:w="1304" w:type="dxa"/>
            <w:vAlign w:val="center"/>
          </w:tcPr>
          <w:p w14:paraId="53DDCD61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1" w:type="dxa"/>
            <w:vAlign w:val="center"/>
          </w:tcPr>
          <w:p w14:paraId="7F1CE49E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27B6E33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65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3F441D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2"/>
              </w:rPr>
            </w:pPr>
          </w:p>
        </w:tc>
      </w:tr>
      <w:tr w:rsidR="008C7771" w14:paraId="511E2DBE" w14:textId="77777777">
        <w:trPr>
          <w:cantSplit/>
          <w:trHeight w:hRule="exact" w:val="283"/>
        </w:trPr>
        <w:tc>
          <w:tcPr>
            <w:tcW w:w="45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38FEF1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noProof/>
                <w:sz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3D42EDB" w14:textId="77777777" w:rsidR="008C7771" w:rsidRDefault="008C7771">
            <w:pPr>
              <w:pStyle w:val="1"/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1E1657CF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5A336847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13461F6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6548" w:type="dxa"/>
            <w:gridSpan w:val="8"/>
            <w:vMerge w:val="restart"/>
            <w:tcBorders>
              <w:left w:val="nil"/>
            </w:tcBorders>
            <w:vAlign w:val="center"/>
          </w:tcPr>
          <w:p w14:paraId="519EB8A3" w14:textId="3943EBF6" w:rsidR="008C7771" w:rsidRDefault="008C7771">
            <w:pPr>
              <w:pStyle w:val="ab"/>
            </w:pPr>
          </w:p>
        </w:tc>
      </w:tr>
      <w:tr w:rsidR="008C7771" w14:paraId="1965481E" w14:textId="77777777">
        <w:trPr>
          <w:cantSplit/>
          <w:trHeight w:hRule="exact" w:val="283"/>
        </w:trPr>
        <w:tc>
          <w:tcPr>
            <w:tcW w:w="45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DCD9FE1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47B23A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31377E4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CEB1E79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2FCEE16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6550" w:type="dxa"/>
            <w:gridSpan w:val="8"/>
            <w:vMerge/>
            <w:tcBorders>
              <w:left w:val="nil"/>
            </w:tcBorders>
            <w:vAlign w:val="center"/>
          </w:tcPr>
          <w:p w14:paraId="5C468B92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8C7771" w14:paraId="61D553A8" w14:textId="77777777">
        <w:trPr>
          <w:cantSplit/>
          <w:trHeight w:hRule="exact" w:val="283"/>
        </w:trPr>
        <w:tc>
          <w:tcPr>
            <w:tcW w:w="454" w:type="dxa"/>
            <w:tcBorders>
              <w:top w:val="single" w:sz="6" w:space="0" w:color="auto"/>
              <w:right w:val="single" w:sz="6" w:space="0" w:color="auto"/>
            </w:tcBorders>
          </w:tcPr>
          <w:p w14:paraId="5D8C65D6" w14:textId="77777777" w:rsidR="008C7771" w:rsidRDefault="00000000">
            <w:pPr>
              <w:framePr w:vSpace="567" w:wrap="notBeside" w:hAnchor="margin" w:x="-169" w:y="12139" w:anchorLock="1"/>
              <w:ind w:left="40" w:right="20"/>
              <w:rPr>
                <w:rFonts w:ascii="Arial Narrow" w:hAnsi="Arial Narrow"/>
                <w:spacing w:val="-2"/>
              </w:rPr>
            </w:pPr>
            <w:r>
              <w:rPr>
                <w:rFonts w:ascii="Arial Narrow" w:hAnsi="Arial Narrow"/>
                <w:spacing w:val="-2"/>
              </w:rPr>
              <w:t>Изм.</w:t>
            </w:r>
          </w:p>
        </w:tc>
        <w:tc>
          <w:tcPr>
            <w:tcW w:w="5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2BB2C2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75AB86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№ докум.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41EEA6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</w:rPr>
            </w:pPr>
            <w:r>
              <w:rPr>
                <w:rFonts w:ascii="Arial Narrow" w:hAnsi="Arial Narrow"/>
              </w:rPr>
              <w:t>Подп.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6D2E45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</w:rPr>
            </w:pPr>
            <w:r>
              <w:rPr>
                <w:rFonts w:ascii="Arial Narrow" w:hAnsi="Arial Narrow"/>
              </w:rPr>
              <w:t>Дата</w:t>
            </w:r>
          </w:p>
        </w:tc>
        <w:tc>
          <w:tcPr>
            <w:tcW w:w="6550" w:type="dxa"/>
            <w:gridSpan w:val="8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7994F058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8C7771" w14:paraId="09AB1144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73F41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Разраб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4277AE" w14:textId="6167B2F2" w:rsidR="008C7771" w:rsidRDefault="00267C95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Фамилия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F62A9A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CD07FF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 w:val="restart"/>
            <w:tcBorders>
              <w:left w:val="nil"/>
            </w:tcBorders>
            <w:vAlign w:val="center"/>
          </w:tcPr>
          <w:p w14:paraId="71B8A85C" w14:textId="4D96A2C7" w:rsidR="008C7771" w:rsidRDefault="00267C95">
            <w:pPr>
              <w:pStyle w:val="ab"/>
            </w:pPr>
            <w:r>
              <w:t>Название изделия</w:t>
            </w:r>
          </w:p>
          <w:p w14:paraId="541FD2BF" w14:textId="77777777" w:rsidR="008C7771" w:rsidRDefault="00283A84">
            <w:pPr>
              <w:pStyle w:val="ab"/>
            </w:pPr>
            <w:fldSimple w:instr=" REF НД \* FirstCap  \* MERGEFORMAT ">
              <w:r>
                <w:rPr>
                  <w:noProof/>
                </w:rPr>
                <w:t>Технические условия</w:t>
              </w:r>
            </w:fldSimple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E4D701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Лит.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  <w:vAlign w:val="center"/>
          </w:tcPr>
          <w:p w14:paraId="5D193799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2B76DA8D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Листов</w:t>
            </w:r>
          </w:p>
        </w:tc>
      </w:tr>
      <w:tr w:rsidR="008C7771" w14:paraId="1B5ED32A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22078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Пров.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6448FF" w14:textId="42DF5087" w:rsidR="008C7771" w:rsidRDefault="00267C95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Фамилия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5161B0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1D81DD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/>
            <w:tcBorders>
              <w:left w:val="nil"/>
            </w:tcBorders>
            <w:vAlign w:val="center"/>
          </w:tcPr>
          <w:p w14:paraId="4E0BEED3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5F21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B5233D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  <w:sz w:val="22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15AE8F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D65DCB" w14:textId="576A7220" w:rsidR="008C7771" w:rsidRPr="00267C95" w:rsidRDefault="00267C95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  <w:bookmarkStart w:id="4" w:name="ЛистЗаглавный"/>
            <w:bookmarkEnd w:id="4"/>
            <w:r>
              <w:rPr>
                <w:rStyle w:val="a8"/>
              </w:rPr>
              <w:t>№ листа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8D91747" w14:textId="0045542E" w:rsidR="008C7771" w:rsidRDefault="00267C95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  <w:bookmarkStart w:id="5" w:name="Листов"/>
            <w:bookmarkEnd w:id="5"/>
            <w:r>
              <w:rPr>
                <w:rFonts w:ascii="Arial Narrow" w:hAnsi="Arial Narrow"/>
                <w:sz w:val="22"/>
              </w:rPr>
              <w:t>Кол-во листов</w:t>
            </w:r>
          </w:p>
        </w:tc>
      </w:tr>
      <w:tr w:rsidR="008C7771" w14:paraId="3919A14F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1FD7B9F7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060C0D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0927F7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4EEF05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/>
            <w:tcBorders>
              <w:left w:val="nil"/>
            </w:tcBorders>
            <w:vAlign w:val="center"/>
          </w:tcPr>
          <w:p w14:paraId="163466D0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05" w:type="dxa"/>
            <w:gridSpan w:val="6"/>
            <w:vMerge w:val="restart"/>
            <w:tcBorders>
              <w:left w:val="single" w:sz="6" w:space="0" w:color="auto"/>
            </w:tcBorders>
            <w:vAlign w:val="center"/>
          </w:tcPr>
          <w:p w14:paraId="735904CA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8C7771" w14:paraId="48DBE5FB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274E2B24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Н. контр.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D9DCF1" w14:textId="6131611F" w:rsidR="008C7771" w:rsidRDefault="00267C95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Фамилия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FDF3B9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7BE8E2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/>
            <w:tcBorders>
              <w:left w:val="nil"/>
            </w:tcBorders>
            <w:vAlign w:val="center"/>
          </w:tcPr>
          <w:p w14:paraId="3DA1F66D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05" w:type="dxa"/>
            <w:gridSpan w:val="6"/>
            <w:vMerge/>
            <w:tcBorders>
              <w:left w:val="single" w:sz="6" w:space="0" w:color="auto"/>
            </w:tcBorders>
            <w:vAlign w:val="center"/>
          </w:tcPr>
          <w:p w14:paraId="097782A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</w:tr>
      <w:tr w:rsidR="008C7771" w14:paraId="493FF4F9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3712B98F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Утв.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656196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FILLIN "Введите фамилию утверждающего документ:"\o </w:instrText>
            </w:r>
            <w:r>
              <w:rPr>
                <w:rFonts w:ascii="Arial Narrow" w:hAnsi="Arial Narrow"/>
              </w:rPr>
              <w:fldChar w:fldCharType="separate"/>
            </w:r>
            <w:r w:rsidR="00283A84">
              <w:rPr>
                <w:rFonts w:ascii="Arial Narrow" w:hAnsi="Arial Narrow"/>
              </w:rPr>
              <w:t xml:space="preserve">    -</w:t>
            </w:r>
            <w:r>
              <w:rPr>
                <w:rFonts w:ascii="Arial Narrow" w:hAnsi="Arial Narrow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5DB201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82832A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/>
            <w:tcBorders>
              <w:left w:val="nil"/>
            </w:tcBorders>
            <w:vAlign w:val="center"/>
          </w:tcPr>
          <w:p w14:paraId="3AEEC1F1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05" w:type="dxa"/>
            <w:gridSpan w:val="6"/>
            <w:tcBorders>
              <w:left w:val="single" w:sz="6" w:space="0" w:color="auto"/>
            </w:tcBorders>
          </w:tcPr>
          <w:p w14:paraId="749312AA" w14:textId="7DBFFE9A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</w:tr>
    </w:tbl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397"/>
      </w:tblGrid>
      <w:tr w:rsidR="008C7771" w14:paraId="6DEF40BD" w14:textId="77777777">
        <w:trPr>
          <w:cantSplit/>
          <w:trHeight w:hRule="exact" w:val="340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35A5DFFB" w14:textId="77777777" w:rsidR="008C7771" w:rsidRDefault="00000000">
            <w:pPr>
              <w:framePr w:wrap="around" w:hAnchor="margin" w:x="-850" w:y="-306" w:anchorLock="1"/>
              <w:ind w:left="113" w:right="113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Перв</w:t>
            </w:r>
            <w:proofErr w:type="spellEnd"/>
            <w:r>
              <w:rPr>
                <w:rFonts w:ascii="Arial Narrow" w:hAnsi="Arial Narrow"/>
              </w:rPr>
              <w:t xml:space="preserve">. </w:t>
            </w:r>
            <w:proofErr w:type="spellStart"/>
            <w:r>
              <w:rPr>
                <w:rFonts w:ascii="Arial Narrow" w:hAnsi="Arial Narrow"/>
              </w:rPr>
              <w:t>примен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nil"/>
            </w:tcBorders>
            <w:textDirection w:val="btLr"/>
            <w:vAlign w:val="center"/>
          </w:tcPr>
          <w:p w14:paraId="378E6CC3" w14:textId="60BAC1AA" w:rsidR="008C7771" w:rsidRDefault="00267C95">
            <w:pPr>
              <w:framePr w:wrap="around" w:hAnchor="margin" w:x="-850" w:y="-306" w:anchorLock="1"/>
              <w:ind w:left="113" w:right="113"/>
              <w:jc w:val="center"/>
              <w:rPr>
                <w:rFonts w:ascii="Arial Narrow" w:hAnsi="Arial Narrow"/>
              </w:rPr>
            </w:pPr>
            <w:r>
              <w:t>ШИФР ИЗДЕЛИЯ</w:t>
            </w:r>
          </w:p>
        </w:tc>
      </w:tr>
      <w:tr w:rsidR="008C7771" w14:paraId="0D496F4A" w14:textId="77777777">
        <w:trPr>
          <w:cantSplit/>
          <w:trHeight w:hRule="exact" w:val="340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E9392F1" w14:textId="77777777" w:rsidR="008C7771" w:rsidRDefault="00000000">
            <w:pPr>
              <w:framePr w:wrap="around" w:hAnchor="margin" w:x="-850" w:y="-306" w:anchorLock="1"/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Справ. №</w:t>
            </w: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</w:tcBorders>
            <w:textDirection w:val="btLr"/>
            <w:vAlign w:val="center"/>
          </w:tcPr>
          <w:p w14:paraId="4E78D9D4" w14:textId="77777777" w:rsidR="008C7771" w:rsidRDefault="008C7771">
            <w:pPr>
              <w:framePr w:wrap="around" w:hAnchor="margin" w:x="-850" w:y="-306" w:anchorLock="1"/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</w:tbl>
    <w:p w14:paraId="387635AF" w14:textId="77777777" w:rsidR="00473110" w:rsidRDefault="00473110" w:rsidP="00473110">
      <w:pPr>
        <w:tabs>
          <w:tab w:val="left" w:pos="2000"/>
        </w:tabs>
      </w:pPr>
    </w:p>
    <w:p w14:paraId="61DDC018" w14:textId="77777777" w:rsidR="00473110" w:rsidRDefault="00473110" w:rsidP="00473110">
      <w:pPr>
        <w:tabs>
          <w:tab w:val="left" w:pos="2000"/>
        </w:tabs>
      </w:pPr>
    </w:p>
    <w:p w14:paraId="3342354A" w14:textId="77777777" w:rsidR="00EA02C9" w:rsidRPr="00EA02C9" w:rsidRDefault="00EA02C9">
      <w:pPr>
        <w:tabs>
          <w:tab w:val="left" w:pos="2000"/>
        </w:tabs>
      </w:pPr>
    </w:p>
    <w:p w14:paraId="2D9E3D6E" w14:textId="77777777" w:rsidR="00283A84" w:rsidRPr="00EA02C9" w:rsidRDefault="00283A84">
      <w:pPr>
        <w:tabs>
          <w:tab w:val="left" w:pos="2000"/>
        </w:tabs>
      </w:pPr>
    </w:p>
    <w:p w14:paraId="745F8B2C" w14:textId="77777777" w:rsidR="00283A84" w:rsidRPr="00EA02C9" w:rsidRDefault="00283A84">
      <w:pPr>
        <w:tabs>
          <w:tab w:val="left" w:pos="2000"/>
        </w:tabs>
      </w:pPr>
    </w:p>
    <w:p w14:paraId="742C6339" w14:textId="77777777" w:rsidR="00283A84" w:rsidRPr="00EA02C9" w:rsidRDefault="00283A84">
      <w:pPr>
        <w:tabs>
          <w:tab w:val="left" w:pos="2000"/>
        </w:tabs>
      </w:pPr>
    </w:p>
    <w:p w14:paraId="7C64457D" w14:textId="77777777" w:rsidR="00283A84" w:rsidRPr="00EA02C9" w:rsidRDefault="00283A84">
      <w:pPr>
        <w:tabs>
          <w:tab w:val="left" w:pos="2000"/>
        </w:tabs>
      </w:pPr>
    </w:p>
    <w:p w14:paraId="5A0F7E39" w14:textId="77777777" w:rsidR="00283A84" w:rsidRPr="00EA02C9" w:rsidRDefault="00283A84">
      <w:pPr>
        <w:tabs>
          <w:tab w:val="left" w:pos="2000"/>
        </w:tabs>
      </w:pPr>
    </w:p>
    <w:p w14:paraId="4A1C89EF" w14:textId="77777777" w:rsidR="00283A84" w:rsidRPr="00EA02C9" w:rsidRDefault="00283A84">
      <w:pPr>
        <w:tabs>
          <w:tab w:val="left" w:pos="2000"/>
        </w:tabs>
      </w:pPr>
    </w:p>
    <w:p w14:paraId="2B3E19B8" w14:textId="77777777" w:rsidR="00283A84" w:rsidRPr="00EA02C9" w:rsidRDefault="00283A84">
      <w:pPr>
        <w:tabs>
          <w:tab w:val="left" w:pos="2000"/>
        </w:tabs>
      </w:pPr>
    </w:p>
    <w:p w14:paraId="6A181F22" w14:textId="77777777" w:rsidR="00283A84" w:rsidRPr="00EA02C9" w:rsidRDefault="00283A84">
      <w:pPr>
        <w:tabs>
          <w:tab w:val="left" w:pos="2000"/>
        </w:tabs>
      </w:pPr>
    </w:p>
    <w:p w14:paraId="5D1B0821" w14:textId="77777777" w:rsidR="00283A84" w:rsidRPr="00EA02C9" w:rsidRDefault="00283A84">
      <w:pPr>
        <w:tabs>
          <w:tab w:val="left" w:pos="2000"/>
        </w:tabs>
      </w:pPr>
    </w:p>
    <w:p w14:paraId="1B374594" w14:textId="77777777" w:rsidR="00283A84" w:rsidRPr="00EA02C9" w:rsidRDefault="00283A84">
      <w:pPr>
        <w:tabs>
          <w:tab w:val="left" w:pos="2000"/>
        </w:tabs>
      </w:pPr>
    </w:p>
    <w:p w14:paraId="4E9D223E" w14:textId="77777777" w:rsidR="00283A84" w:rsidRPr="00EA02C9" w:rsidRDefault="00283A84">
      <w:pPr>
        <w:tabs>
          <w:tab w:val="left" w:pos="2000"/>
        </w:tabs>
      </w:pPr>
    </w:p>
    <w:p w14:paraId="55AF7F2E" w14:textId="77777777" w:rsidR="00283A84" w:rsidRPr="00EA02C9" w:rsidRDefault="00283A84">
      <w:pPr>
        <w:tabs>
          <w:tab w:val="left" w:pos="2000"/>
        </w:tabs>
      </w:pPr>
    </w:p>
    <w:p w14:paraId="78BC2822" w14:textId="77777777" w:rsidR="00283A84" w:rsidRPr="00EA02C9" w:rsidRDefault="00283A84">
      <w:pPr>
        <w:tabs>
          <w:tab w:val="left" w:pos="2000"/>
        </w:tabs>
      </w:pPr>
    </w:p>
    <w:p w14:paraId="2AE79799" w14:textId="77777777" w:rsidR="00283A84" w:rsidRPr="00EA02C9" w:rsidRDefault="00283A84">
      <w:pPr>
        <w:tabs>
          <w:tab w:val="left" w:pos="2000"/>
        </w:tabs>
      </w:pPr>
    </w:p>
    <w:p w14:paraId="15FA68D2" w14:textId="77777777" w:rsidR="00283A84" w:rsidRPr="00EA02C9" w:rsidRDefault="00283A84">
      <w:pPr>
        <w:tabs>
          <w:tab w:val="left" w:pos="2000"/>
        </w:tabs>
      </w:pPr>
    </w:p>
    <w:p w14:paraId="41B08FBA" w14:textId="77777777" w:rsidR="00283A84" w:rsidRPr="00EA02C9" w:rsidRDefault="00283A84">
      <w:pPr>
        <w:tabs>
          <w:tab w:val="left" w:pos="2000"/>
        </w:tabs>
      </w:pPr>
    </w:p>
    <w:p w14:paraId="23D5DB34" w14:textId="77777777" w:rsidR="00283A84" w:rsidRPr="00EA02C9" w:rsidRDefault="00283A84">
      <w:pPr>
        <w:tabs>
          <w:tab w:val="left" w:pos="2000"/>
        </w:tabs>
      </w:pPr>
    </w:p>
    <w:p w14:paraId="6BBB0890" w14:textId="77777777" w:rsidR="00283A84" w:rsidRPr="00EA02C9" w:rsidRDefault="00283A84">
      <w:pPr>
        <w:tabs>
          <w:tab w:val="left" w:pos="2000"/>
        </w:tabs>
      </w:pPr>
    </w:p>
    <w:p w14:paraId="372836A4" w14:textId="77777777" w:rsidR="00283A84" w:rsidRPr="00EA02C9" w:rsidRDefault="00283A84">
      <w:pPr>
        <w:tabs>
          <w:tab w:val="left" w:pos="2000"/>
        </w:tabs>
      </w:pPr>
    </w:p>
    <w:p w14:paraId="4C9C18CB" w14:textId="77777777" w:rsidR="00283A84" w:rsidRPr="00EA02C9" w:rsidRDefault="00283A84">
      <w:pPr>
        <w:tabs>
          <w:tab w:val="left" w:pos="2000"/>
        </w:tabs>
      </w:pPr>
    </w:p>
    <w:p w14:paraId="339C66F0" w14:textId="77777777" w:rsidR="00283A84" w:rsidRPr="00EA02C9" w:rsidRDefault="00283A84">
      <w:pPr>
        <w:tabs>
          <w:tab w:val="left" w:pos="2000"/>
        </w:tabs>
      </w:pPr>
    </w:p>
    <w:p w14:paraId="52E6D5D5" w14:textId="77777777" w:rsidR="00283A84" w:rsidRPr="00EA02C9" w:rsidRDefault="00283A84">
      <w:pPr>
        <w:tabs>
          <w:tab w:val="left" w:pos="2000"/>
        </w:tabs>
      </w:pPr>
    </w:p>
    <w:p w14:paraId="1028A095" w14:textId="77777777" w:rsidR="00283A84" w:rsidRPr="00EA02C9" w:rsidRDefault="00283A84">
      <w:pPr>
        <w:tabs>
          <w:tab w:val="left" w:pos="2000"/>
        </w:tabs>
      </w:pPr>
    </w:p>
    <w:p w14:paraId="3B1D9241" w14:textId="77777777" w:rsidR="00283A84" w:rsidRPr="00EA02C9" w:rsidRDefault="00283A84">
      <w:pPr>
        <w:tabs>
          <w:tab w:val="left" w:pos="2000"/>
        </w:tabs>
      </w:pPr>
    </w:p>
    <w:p w14:paraId="76C21EAD" w14:textId="77777777" w:rsidR="00283A84" w:rsidRPr="00EA02C9" w:rsidRDefault="00283A84">
      <w:pPr>
        <w:tabs>
          <w:tab w:val="left" w:pos="2000"/>
        </w:tabs>
      </w:pPr>
    </w:p>
    <w:p w14:paraId="2C3BD626" w14:textId="77777777" w:rsidR="00283A84" w:rsidRPr="00EA02C9" w:rsidRDefault="00283A84">
      <w:pPr>
        <w:tabs>
          <w:tab w:val="left" w:pos="2000"/>
        </w:tabs>
      </w:pPr>
    </w:p>
    <w:p w14:paraId="414C89D5" w14:textId="77777777" w:rsidR="00283A84" w:rsidRPr="00EA02C9" w:rsidRDefault="00283A84">
      <w:pPr>
        <w:tabs>
          <w:tab w:val="left" w:pos="2000"/>
        </w:tabs>
      </w:pPr>
    </w:p>
    <w:p w14:paraId="1C747C49" w14:textId="77777777" w:rsidR="00283A84" w:rsidRPr="00EA02C9" w:rsidRDefault="00283A84">
      <w:pPr>
        <w:tabs>
          <w:tab w:val="left" w:pos="2000"/>
        </w:tabs>
      </w:pPr>
    </w:p>
    <w:p w14:paraId="530D5800" w14:textId="77777777" w:rsidR="00283A84" w:rsidRPr="00EA02C9" w:rsidRDefault="00283A84">
      <w:pPr>
        <w:tabs>
          <w:tab w:val="left" w:pos="2000"/>
        </w:tabs>
      </w:pPr>
    </w:p>
    <w:p w14:paraId="63BC1BC3" w14:textId="0CC9D5BB" w:rsidR="00D15896" w:rsidRPr="00D15896" w:rsidRDefault="00D15896" w:rsidP="00D15896">
      <w:pPr>
        <w:tabs>
          <w:tab w:val="left" w:pos="7425"/>
        </w:tabs>
      </w:pPr>
    </w:p>
    <w:sectPr w:rsidR="00D15896" w:rsidRPr="00D158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680" w:right="533" w:bottom="1916" w:left="533" w:header="357" w:footer="1361" w:gutter="94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DC893" w14:textId="77777777" w:rsidR="00706DFF" w:rsidRDefault="00706DFF">
      <w:pPr>
        <w:spacing w:line="240" w:lineRule="auto"/>
      </w:pPr>
      <w:r>
        <w:separator/>
      </w:r>
    </w:p>
  </w:endnote>
  <w:endnote w:type="continuationSeparator" w:id="0">
    <w:p w14:paraId="444C67EC" w14:textId="77777777" w:rsidR="00706DFF" w:rsidRDefault="00706D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46A26" w14:textId="77777777" w:rsidR="008C7771" w:rsidRDefault="008C777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4392D" w14:textId="77777777" w:rsidR="008C7771" w:rsidRDefault="008C7771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397"/>
    </w:tblGrid>
    <w:tr w:rsidR="008C7771" w14:paraId="57A7D02B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486534A2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6DA114CC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6FA7A46D" w14:textId="77777777">
      <w:trPr>
        <w:cantSplit/>
        <w:trHeight w:hRule="exact" w:val="1417"/>
      </w:trPr>
      <w:tc>
        <w:tcPr>
          <w:tcW w:w="283" w:type="dxa"/>
          <w:tcBorders>
            <w:left w:val="single" w:sz="6" w:space="0" w:color="auto"/>
            <w:right w:val="single" w:sz="6" w:space="0" w:color="auto"/>
          </w:tcBorders>
          <w:textDirection w:val="btLr"/>
        </w:tcPr>
        <w:p w14:paraId="5BE9D76A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Инв. № </w:t>
          </w:r>
          <w:proofErr w:type="spellStart"/>
          <w:r>
            <w:rPr>
              <w:rFonts w:ascii="Arial Narrow" w:hAnsi="Arial Narrow"/>
            </w:rPr>
            <w:t>дубл</w:t>
          </w:r>
          <w:proofErr w:type="spellEnd"/>
          <w:r>
            <w:rPr>
              <w:rFonts w:ascii="Arial Narrow" w:hAnsi="Arial Narrow"/>
            </w:rPr>
            <w:t>.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34F9D686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0CAE6C0B" w14:textId="77777777">
      <w:trPr>
        <w:cantSplit/>
        <w:trHeight w:hRule="exact" w:val="1417"/>
      </w:trPr>
      <w:tc>
        <w:tcPr>
          <w:tcW w:w="28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extDirection w:val="btLr"/>
        </w:tcPr>
        <w:p w14:paraId="0D5BC9F5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Взам</w:t>
          </w:r>
          <w:proofErr w:type="spellEnd"/>
          <w:r>
            <w:rPr>
              <w:rFonts w:ascii="Arial Narrow" w:hAnsi="Arial Narrow"/>
            </w:rPr>
            <w:t>. инв. №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155F8643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0CF88F4B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1A73A236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6122BEA4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2148A01F" w14:textId="77777777">
      <w:trPr>
        <w:cantSplit/>
        <w:trHeight w:hRule="exact" w:val="1408"/>
      </w:trPr>
      <w:tc>
        <w:tcPr>
          <w:tcW w:w="283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369DF16F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Инв. № подл.</w:t>
          </w:r>
        </w:p>
      </w:tc>
      <w:tc>
        <w:tcPr>
          <w:tcW w:w="397" w:type="dxa"/>
          <w:tcBorders>
            <w:top w:val="single" w:sz="6" w:space="0" w:color="auto"/>
            <w:left w:val="nil"/>
            <w:bottom w:val="single" w:sz="6" w:space="0" w:color="auto"/>
          </w:tcBorders>
          <w:textDirection w:val="btLr"/>
          <w:vAlign w:val="center"/>
        </w:tcPr>
        <w:p w14:paraId="64440A36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</w:tbl>
  <w:p w14:paraId="7A338B51" w14:textId="0F54042E" w:rsidR="008C7771" w:rsidRDefault="00283A84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1" layoutInCell="0" allowOverlap="1" wp14:anchorId="7B276C31" wp14:editId="27A56658">
              <wp:simplePos x="0" y="0"/>
              <wp:positionH relativeFrom="margin">
                <wp:posOffset>-127635</wp:posOffset>
              </wp:positionH>
              <wp:positionV relativeFrom="margin">
                <wp:posOffset>9944100</wp:posOffset>
              </wp:positionV>
              <wp:extent cx="6511290" cy="165100"/>
              <wp:effectExtent l="0" t="0" r="0" b="0"/>
              <wp:wrapNone/>
              <wp:docPr id="36299510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129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800"/>
                            <w:gridCol w:w="1860"/>
                            <w:gridCol w:w="1613"/>
                          </w:tblGrid>
                          <w:tr w:rsidR="008C7771" w14:paraId="484A45A1" w14:textId="77777777">
                            <w:trPr>
                              <w:cantSplit/>
                              <w:trHeight w:hRule="exact" w:val="260"/>
                            </w:trPr>
                            <w:tc>
                              <w:tcPr>
                                <w:tcW w:w="6800" w:type="dxa"/>
                                <w:vAlign w:val="center"/>
                              </w:tcPr>
                              <w:p w14:paraId="4B196400" w14:textId="77777777" w:rsidR="008C7771" w:rsidRDefault="008C7771">
                                <w:pPr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860" w:type="dxa"/>
                                <w:vAlign w:val="center"/>
                              </w:tcPr>
                              <w:p w14:paraId="281E3E53" w14:textId="77777777" w:rsidR="008C7771" w:rsidRDefault="008C7771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13" w:type="dxa"/>
                                <w:vAlign w:val="center"/>
                              </w:tcPr>
                              <w:p w14:paraId="2B49C654" w14:textId="77777777" w:rsidR="008C7771" w:rsidRDefault="00000000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</w:rPr>
                                  <w:t>Формат А4</w:t>
                                </w:r>
                              </w:p>
                            </w:tc>
                          </w:tr>
                        </w:tbl>
                        <w:p w14:paraId="645E0568" w14:textId="77777777" w:rsidR="008C7771" w:rsidRDefault="008C777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276C31" id="Rectangle 3" o:spid="_x0000_s1026" style="position:absolute;margin-left:-10.05pt;margin-top:783pt;width:512.7pt;height:13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" o:allowincell="f" filled="f" stroked="f" strokeweight="1.5pt">
              <v:textbox inset="0,0,0,0">
                <w:txbxContent>
                  <w:tbl>
                    <w:tblPr>
                      <w:tblW w:w="0" w:type="auto"/>
                      <w:tblInd w:w="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800"/>
                      <w:gridCol w:w="1860"/>
                      <w:gridCol w:w="1613"/>
                    </w:tblGrid>
                    <w:tr w:rsidR="008C7771" w14:paraId="484A45A1" w14:textId="77777777">
                      <w:trPr>
                        <w:cantSplit/>
                        <w:trHeight w:hRule="exact" w:val="260"/>
                      </w:trPr>
                      <w:tc>
                        <w:tcPr>
                          <w:tcW w:w="6800" w:type="dxa"/>
                          <w:vAlign w:val="center"/>
                        </w:tcPr>
                        <w:p w14:paraId="4B196400" w14:textId="77777777" w:rsidR="008C7771" w:rsidRDefault="008C7771">
                          <w:pPr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860" w:type="dxa"/>
                          <w:vAlign w:val="center"/>
                        </w:tcPr>
                        <w:p w14:paraId="281E3E53" w14:textId="77777777" w:rsidR="008C7771" w:rsidRDefault="008C7771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613" w:type="dxa"/>
                          <w:vAlign w:val="center"/>
                        </w:tcPr>
                        <w:p w14:paraId="2B49C654" w14:textId="77777777" w:rsidR="008C7771" w:rsidRDefault="00000000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Формат А4</w:t>
                          </w:r>
                        </w:p>
                      </w:tc>
                    </w:tr>
                  </w:tbl>
                  <w:p w14:paraId="645E0568" w14:textId="77777777" w:rsidR="008C7771" w:rsidRDefault="008C7771"/>
                </w:txbxContent>
              </v:textbox>
              <w10:wrap anchorx="margin" anchory="margin"/>
              <w10:anchorlock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990"/>
      <w:gridCol w:w="454"/>
      <w:gridCol w:w="510"/>
      <w:gridCol w:w="1304"/>
      <w:gridCol w:w="851"/>
      <w:gridCol w:w="567"/>
    </w:tblGrid>
    <w:tr w:rsidR="008C7771" w14:paraId="0B85F5B9" w14:textId="77777777">
      <w:trPr>
        <w:cantSplit/>
        <w:trHeight w:hRule="exact" w:val="283"/>
      </w:trPr>
      <w:tc>
        <w:tcPr>
          <w:tcW w:w="567" w:type="dxa"/>
          <w:vMerge w:val="restart"/>
          <w:tcBorders>
            <w:top w:val="single" w:sz="6" w:space="0" w:color="auto"/>
          </w:tcBorders>
          <w:vAlign w:val="center"/>
        </w:tcPr>
        <w:tbl>
          <w:tblPr>
            <w:tblpPr w:vertAnchor="page" w:horzAnchor="page" w:tblpX="1" w:tblpY="1"/>
            <w:tblW w:w="0" w:type="auto"/>
            <w:tblBorders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67"/>
          </w:tblGrid>
          <w:tr w:rsidR="008C7771" w14:paraId="2FA0AECE" w14:textId="77777777">
            <w:trPr>
              <w:cantSplit/>
              <w:trHeight w:hRule="exact" w:val="396"/>
            </w:trPr>
            <w:tc>
              <w:tcPr>
                <w:tcW w:w="567" w:type="dxa"/>
                <w:vAlign w:val="center"/>
              </w:tcPr>
              <w:p w14:paraId="0C804340" w14:textId="77777777" w:rsidR="008C7771" w:rsidRDefault="00000000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8"/>
                  </w:rPr>
                  <w:t>Лист</w:t>
                </w:r>
              </w:p>
            </w:tc>
          </w:tr>
          <w:tr w:rsidR="008C7771" w14:paraId="4C912428" w14:textId="77777777">
            <w:trPr>
              <w:cantSplit/>
              <w:trHeight w:hRule="exact" w:val="453"/>
            </w:trPr>
            <w:tc>
              <w:tcPr>
                <w:tcW w:w="567" w:type="dxa"/>
                <w:vAlign w:val="center"/>
              </w:tcPr>
              <w:p w14:paraId="425EDEAB" w14:textId="77777777" w:rsidR="008C7771" w:rsidRDefault="00000000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PAGE  </w:instrText>
                </w:r>
                <w:r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c>
          </w:tr>
        </w:tbl>
        <w:p w14:paraId="7724EACB" w14:textId="77777777" w:rsidR="008C7771" w:rsidRDefault="008C7771">
          <w:pPr>
            <w:framePr w:wrap="notBeside" w:hAnchor="margin" w:x="-169" w:y="14801" w:anchorLock="1"/>
            <w:ind w:left="20" w:right="20"/>
            <w:rPr>
              <w:rFonts w:ascii="Arial Narrow" w:hAnsi="Arial Narrow"/>
              <w:sz w:val="22"/>
            </w:rPr>
          </w:pPr>
        </w:p>
      </w:tc>
      <w:tc>
        <w:tcPr>
          <w:tcW w:w="5990" w:type="dxa"/>
          <w:vMerge w:val="restart"/>
          <w:tcBorders>
            <w:top w:val="single" w:sz="6" w:space="0" w:color="auto"/>
            <w:left w:val="single" w:sz="6" w:space="0" w:color="auto"/>
          </w:tcBorders>
          <w:vAlign w:val="center"/>
        </w:tcPr>
        <w:p w14:paraId="5E506CE6" w14:textId="77777777" w:rsidR="008C7771" w:rsidRDefault="00283A84">
          <w:pPr>
            <w:pStyle w:val="ab"/>
          </w:pPr>
          <w:fldSimple w:instr=" REF ОД\* UPPER  \* MERGEFORMAT ">
            <w:r>
              <w:rPr>
                <w:noProof/>
              </w:rPr>
              <w:t>ЕФСК.461531.002 ТУ</w:t>
            </w:r>
          </w:fldSimple>
        </w:p>
      </w:tc>
      <w:tc>
        <w:tcPr>
          <w:tcW w:w="45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4E6E96D6" w14:textId="77777777" w:rsidR="008C7771" w:rsidRDefault="008C7771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510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039D5D12" w14:textId="77777777" w:rsidR="008C7771" w:rsidRDefault="008C7771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1304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47084066" w14:textId="77777777" w:rsidR="008C7771" w:rsidRDefault="008C7771">
          <w:pPr>
            <w:framePr w:wrap="notBeside" w:hAnchor="margin" w:x="-169" w:y="14801" w:anchorLock="1"/>
            <w:ind w:left="40" w:right="40"/>
            <w:rPr>
              <w:rFonts w:ascii="Arial Narrow" w:hAnsi="Arial Narrow"/>
              <w:w w:val="80"/>
            </w:rPr>
          </w:pPr>
        </w:p>
      </w:tc>
      <w:tc>
        <w:tcPr>
          <w:tcW w:w="85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29B6020" w14:textId="77777777" w:rsidR="008C7771" w:rsidRDefault="008C7771">
          <w:pPr>
            <w:framePr w:wrap="notBeside" w:hAnchor="margin" w:x="-169" w:y="14801" w:anchorLock="1"/>
            <w:ind w:left="40" w:right="40"/>
            <w:rPr>
              <w:rFonts w:ascii="Arial Narrow" w:hAnsi="Arial Narrow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</w:tcBorders>
        </w:tcPr>
        <w:p w14:paraId="3DC361A6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</w:tr>
  </w:tbl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990"/>
      <w:gridCol w:w="454"/>
      <w:gridCol w:w="510"/>
      <w:gridCol w:w="1304"/>
      <w:gridCol w:w="851"/>
      <w:gridCol w:w="567"/>
    </w:tblGrid>
    <w:tr w:rsidR="008C7771" w14:paraId="4DCA5C89" w14:textId="77777777">
      <w:trPr>
        <w:cantSplit/>
        <w:trHeight w:hRule="exact" w:val="283"/>
      </w:trPr>
      <w:tc>
        <w:tcPr>
          <w:tcW w:w="567" w:type="dxa"/>
          <w:vMerge/>
        </w:tcPr>
        <w:p w14:paraId="2D307A92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" w:hAnsi="Arial"/>
            </w:rPr>
          </w:pPr>
        </w:p>
      </w:tc>
      <w:tc>
        <w:tcPr>
          <w:tcW w:w="5990" w:type="dxa"/>
          <w:vMerge/>
          <w:tcBorders>
            <w:left w:val="single" w:sz="6" w:space="0" w:color="auto"/>
          </w:tcBorders>
        </w:tcPr>
        <w:p w14:paraId="37DB0E01" w14:textId="77777777" w:rsidR="008C7771" w:rsidRDefault="008C7771">
          <w:pPr>
            <w:pStyle w:val="ab"/>
            <w:rPr>
              <w:rFonts w:ascii="Arial" w:hAnsi="Arial"/>
            </w:rPr>
          </w:pPr>
        </w:p>
      </w:tc>
      <w:tc>
        <w:tcPr>
          <w:tcW w:w="45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69B50378" w14:textId="77777777" w:rsidR="008C7771" w:rsidRDefault="008C7771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510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6052FAE4" w14:textId="77777777" w:rsidR="008C7771" w:rsidRDefault="008C7771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1304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6A6FF709" w14:textId="77777777" w:rsidR="008C7771" w:rsidRDefault="008C7771">
          <w:pPr>
            <w:framePr w:wrap="notBeside" w:hAnchor="margin" w:x="-169" w:y="14801" w:anchorLock="1"/>
            <w:ind w:left="40" w:right="40"/>
            <w:rPr>
              <w:rFonts w:ascii="Arial Narrow" w:hAnsi="Arial Narrow"/>
              <w:w w:val="80"/>
            </w:rPr>
          </w:pPr>
        </w:p>
      </w:tc>
      <w:tc>
        <w:tcPr>
          <w:tcW w:w="85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6464F7EC" w14:textId="77777777" w:rsidR="008C7771" w:rsidRDefault="008C7771">
          <w:pPr>
            <w:framePr w:wrap="notBeside" w:hAnchor="margin" w:x="-169" w:y="14801" w:anchorLock="1"/>
            <w:ind w:left="40" w:right="40"/>
            <w:rPr>
              <w:rFonts w:ascii="Arial Narrow" w:hAnsi="Arial Narrow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108808E8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</w:tr>
    <w:tr w:rsidR="008C7771" w14:paraId="3A3A7E04" w14:textId="77777777">
      <w:trPr>
        <w:cantSplit/>
        <w:trHeight w:hRule="exact" w:val="283"/>
      </w:trPr>
      <w:tc>
        <w:tcPr>
          <w:tcW w:w="567" w:type="dxa"/>
          <w:vMerge/>
        </w:tcPr>
        <w:p w14:paraId="674CCCB5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" w:hAnsi="Arial"/>
            </w:rPr>
          </w:pPr>
        </w:p>
      </w:tc>
      <w:tc>
        <w:tcPr>
          <w:tcW w:w="5990" w:type="dxa"/>
          <w:vMerge/>
          <w:tcBorders>
            <w:left w:val="single" w:sz="6" w:space="0" w:color="auto"/>
          </w:tcBorders>
        </w:tcPr>
        <w:p w14:paraId="08562CE6" w14:textId="77777777" w:rsidR="008C7771" w:rsidRDefault="008C7771">
          <w:pPr>
            <w:pStyle w:val="ab"/>
            <w:rPr>
              <w:rFonts w:ascii="Arial" w:hAnsi="Arial"/>
            </w:rPr>
          </w:pPr>
        </w:p>
      </w:tc>
      <w:tc>
        <w:tcPr>
          <w:tcW w:w="45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6D0531AB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Изм.</w:t>
          </w:r>
        </w:p>
      </w:tc>
      <w:tc>
        <w:tcPr>
          <w:tcW w:w="510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7B4F5D36" w14:textId="77777777" w:rsidR="008C7771" w:rsidRDefault="00000000">
          <w:pPr>
            <w:framePr w:wrap="notBeside" w:hAnchor="margin" w:x="-169" w:y="14801" w:anchorLock="1"/>
            <w:jc w:val="center"/>
            <w:rPr>
              <w:rFonts w:ascii="Arial Narrow" w:hAnsi="Arial Narrow"/>
              <w:spacing w:val="-12"/>
            </w:rPr>
          </w:pPr>
          <w:r>
            <w:rPr>
              <w:rFonts w:ascii="Arial Narrow" w:hAnsi="Arial Narrow"/>
            </w:rPr>
            <w:t>Лист</w:t>
          </w:r>
        </w:p>
      </w:tc>
      <w:tc>
        <w:tcPr>
          <w:tcW w:w="1304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EB7D6A1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№ докум.</w:t>
          </w:r>
        </w:p>
      </w:tc>
      <w:tc>
        <w:tcPr>
          <w:tcW w:w="85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5DB1BB9F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</w:t>
          </w:r>
        </w:p>
      </w:tc>
      <w:tc>
        <w:tcPr>
          <w:tcW w:w="567" w:type="dxa"/>
          <w:tcBorders>
            <w:left w:val="nil"/>
          </w:tcBorders>
        </w:tcPr>
        <w:p w14:paraId="0677BA80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12"/>
            </w:rPr>
          </w:pPr>
          <w:r>
            <w:rPr>
              <w:rFonts w:ascii="Arial Narrow" w:hAnsi="Arial Narrow"/>
            </w:rPr>
            <w:t>Дата</w:t>
          </w:r>
        </w:p>
      </w:tc>
    </w:tr>
  </w:tbl>
  <w:p w14:paraId="71013E29" w14:textId="77777777" w:rsidR="008C7771" w:rsidRDefault="008C7771">
    <w:pPr>
      <w:pStyle w:val="a7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"/>
      <w:gridCol w:w="509"/>
      <w:gridCol w:w="1301"/>
      <w:gridCol w:w="849"/>
      <w:gridCol w:w="566"/>
      <w:gridCol w:w="5990"/>
      <w:gridCol w:w="566"/>
    </w:tblGrid>
    <w:tr w:rsidR="008C7771" w14:paraId="3EE7EACD" w14:textId="77777777">
      <w:trPr>
        <w:cantSplit/>
        <w:trHeight w:hRule="exact" w:val="283"/>
      </w:trPr>
      <w:tc>
        <w:tcPr>
          <w:tcW w:w="453" w:type="dxa"/>
          <w:tcBorders>
            <w:top w:val="single" w:sz="6" w:space="0" w:color="auto"/>
            <w:right w:val="single" w:sz="6" w:space="0" w:color="auto"/>
          </w:tcBorders>
        </w:tcPr>
        <w:p w14:paraId="2CECCABB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50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132A2F1E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130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545E5ACE" w14:textId="77777777" w:rsidR="008C7771" w:rsidRDefault="008C7771">
          <w:pPr>
            <w:framePr w:wrap="notBeside" w:hAnchor="margin" w:x="-169" w:y="14801" w:anchorLock="1"/>
            <w:ind w:left="40" w:right="20"/>
            <w:rPr>
              <w:rFonts w:ascii="Arial Narrow" w:hAnsi="Arial Narrow"/>
              <w:w w:val="80"/>
            </w:rPr>
          </w:pPr>
        </w:p>
      </w:tc>
      <w:tc>
        <w:tcPr>
          <w:tcW w:w="84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42CE608F" w14:textId="77777777" w:rsidR="008C7771" w:rsidRDefault="008C7771">
          <w:pPr>
            <w:framePr w:wrap="notBeside" w:hAnchor="margin" w:x="-169" w:y="14801" w:anchorLock="1"/>
            <w:ind w:left="40" w:right="20"/>
            <w:rPr>
              <w:rFonts w:ascii="Arial Narrow" w:hAnsi="Arial Narrow"/>
              <w:spacing w:val="-12"/>
            </w:rPr>
          </w:pPr>
        </w:p>
      </w:tc>
      <w:tc>
        <w:tcPr>
          <w:tcW w:w="566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025B31FC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  <w:tc>
        <w:tcPr>
          <w:tcW w:w="5990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14:paraId="7F993076" w14:textId="3008C6F8" w:rsidR="008C7771" w:rsidRDefault="00267C95">
          <w:pPr>
            <w:pStyle w:val="ab"/>
          </w:pPr>
          <w:r>
            <w:t>Шифр изделия</w:t>
          </w:r>
        </w:p>
      </w:tc>
      <w:tc>
        <w:tcPr>
          <w:tcW w:w="566" w:type="dxa"/>
          <w:vMerge w:val="restart"/>
          <w:tcBorders>
            <w:top w:val="single" w:sz="6" w:space="0" w:color="auto"/>
            <w:left w:val="nil"/>
          </w:tcBorders>
          <w:vAlign w:val="center"/>
        </w:tcPr>
        <w:tbl>
          <w:tblPr>
            <w:tblpPr w:vertAnchor="page" w:horzAnchor="page" w:tblpX="1" w:tblpY="1"/>
            <w:tblW w:w="0" w:type="auto"/>
            <w:tblBorders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67"/>
          </w:tblGrid>
          <w:tr w:rsidR="008C7771" w14:paraId="1D138521" w14:textId="77777777">
            <w:trPr>
              <w:trHeight w:hRule="exact" w:val="396"/>
            </w:trPr>
            <w:tc>
              <w:tcPr>
                <w:tcW w:w="567" w:type="dxa"/>
                <w:vAlign w:val="center"/>
              </w:tcPr>
              <w:p w14:paraId="32E52D9C" w14:textId="77777777" w:rsidR="008C7771" w:rsidRDefault="00000000" w:rsidP="00D15896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8"/>
                  </w:rPr>
                  <w:t>Лист</w:t>
                </w:r>
              </w:p>
            </w:tc>
          </w:tr>
          <w:tr w:rsidR="008C7771" w14:paraId="0708AABA" w14:textId="77777777">
            <w:trPr>
              <w:trHeight w:hRule="exact" w:val="453"/>
            </w:trPr>
            <w:tc>
              <w:tcPr>
                <w:tcW w:w="567" w:type="dxa"/>
                <w:vAlign w:val="center"/>
              </w:tcPr>
              <w:p w14:paraId="10E6F318" w14:textId="77777777" w:rsidR="008C7771" w:rsidRDefault="00000000" w:rsidP="00D15896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PAGE  </w:instrText>
                </w:r>
                <w:r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  <w:noProof/>
                  </w:rPr>
                  <w:t>3</w:t>
                </w:r>
                <w:r>
                  <w:rPr>
                    <w:rStyle w:val="a8"/>
                  </w:rPr>
                  <w:fldChar w:fldCharType="end"/>
                </w:r>
              </w:p>
            </w:tc>
          </w:tr>
        </w:tbl>
        <w:p w14:paraId="728A4E3A" w14:textId="77777777" w:rsidR="008C7771" w:rsidRDefault="008C7771">
          <w:pPr>
            <w:framePr w:wrap="notBeside" w:hAnchor="margin" w:x="-169" w:y="14801" w:anchorLock="1"/>
            <w:ind w:left="20" w:right="20"/>
            <w:rPr>
              <w:rFonts w:ascii="Arial Narrow" w:hAnsi="Arial Narrow"/>
              <w:sz w:val="22"/>
            </w:rPr>
          </w:pPr>
        </w:p>
      </w:tc>
    </w:tr>
    <w:tr w:rsidR="008C7771" w14:paraId="669AF945" w14:textId="77777777">
      <w:trPr>
        <w:cantSplit/>
        <w:trHeight w:hRule="exact" w:val="283"/>
      </w:trPr>
      <w:tc>
        <w:tcPr>
          <w:tcW w:w="453" w:type="dxa"/>
          <w:tcBorders>
            <w:top w:val="single" w:sz="6" w:space="0" w:color="auto"/>
            <w:right w:val="single" w:sz="6" w:space="0" w:color="auto"/>
          </w:tcBorders>
        </w:tcPr>
        <w:p w14:paraId="62278B52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50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218A241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130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6156CCF" w14:textId="77777777" w:rsidR="008C7771" w:rsidRDefault="008C7771">
          <w:pPr>
            <w:framePr w:wrap="notBeside" w:hAnchor="margin" w:x="-169" w:y="14801" w:anchorLock="1"/>
            <w:ind w:left="40" w:right="20"/>
            <w:rPr>
              <w:rFonts w:ascii="Arial Narrow" w:hAnsi="Arial Narrow"/>
              <w:w w:val="80"/>
            </w:rPr>
          </w:pPr>
        </w:p>
      </w:tc>
      <w:tc>
        <w:tcPr>
          <w:tcW w:w="84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1EFC08D5" w14:textId="77777777" w:rsidR="008C7771" w:rsidRDefault="008C7771">
          <w:pPr>
            <w:framePr w:wrap="notBeside" w:hAnchor="margin" w:x="-169" w:y="14801" w:anchorLock="1"/>
            <w:ind w:left="40" w:right="20"/>
            <w:rPr>
              <w:rFonts w:ascii="Arial Narrow" w:hAnsi="Arial Narrow"/>
              <w:spacing w:val="-12"/>
            </w:rPr>
          </w:pPr>
        </w:p>
      </w:tc>
      <w:tc>
        <w:tcPr>
          <w:tcW w:w="566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45EB9FBB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  <w:tc>
        <w:tcPr>
          <w:tcW w:w="5990" w:type="dxa"/>
          <w:vMerge/>
          <w:tcBorders>
            <w:left w:val="nil"/>
            <w:right w:val="single" w:sz="6" w:space="0" w:color="auto"/>
          </w:tcBorders>
        </w:tcPr>
        <w:p w14:paraId="7B5BA64A" w14:textId="77777777" w:rsidR="008C7771" w:rsidRDefault="008C7771">
          <w:pPr>
            <w:pStyle w:val="ab"/>
          </w:pPr>
        </w:p>
      </w:tc>
      <w:tc>
        <w:tcPr>
          <w:tcW w:w="566" w:type="dxa"/>
          <w:vMerge/>
          <w:tcBorders>
            <w:left w:val="nil"/>
          </w:tcBorders>
        </w:tcPr>
        <w:p w14:paraId="06077187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</w:pPr>
        </w:p>
      </w:tc>
    </w:tr>
    <w:tr w:rsidR="008C7771" w14:paraId="6B153D22" w14:textId="77777777">
      <w:trPr>
        <w:cantSplit/>
        <w:trHeight w:hRule="exact" w:val="283"/>
      </w:trPr>
      <w:tc>
        <w:tcPr>
          <w:tcW w:w="453" w:type="dxa"/>
          <w:tcBorders>
            <w:top w:val="single" w:sz="6" w:space="0" w:color="auto"/>
            <w:right w:val="single" w:sz="6" w:space="0" w:color="auto"/>
          </w:tcBorders>
        </w:tcPr>
        <w:p w14:paraId="6259B2DE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Изм.</w:t>
          </w:r>
        </w:p>
      </w:tc>
      <w:tc>
        <w:tcPr>
          <w:tcW w:w="50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62FD095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Лист</w:t>
          </w:r>
        </w:p>
      </w:tc>
      <w:tc>
        <w:tcPr>
          <w:tcW w:w="130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1361A71E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№ докум.</w:t>
          </w:r>
        </w:p>
      </w:tc>
      <w:tc>
        <w:tcPr>
          <w:tcW w:w="84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454EC36" w14:textId="77777777" w:rsidR="008C7771" w:rsidRDefault="00000000">
          <w:pPr>
            <w:framePr w:wrap="notBeside" w:hAnchor="margin" w:x="-169" w:y="14801" w:anchorLock="1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</w:t>
          </w:r>
        </w:p>
      </w:tc>
      <w:tc>
        <w:tcPr>
          <w:tcW w:w="566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68F6A3F0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Дата</w:t>
          </w:r>
        </w:p>
      </w:tc>
      <w:tc>
        <w:tcPr>
          <w:tcW w:w="5990" w:type="dxa"/>
          <w:vMerge/>
          <w:tcBorders>
            <w:left w:val="nil"/>
            <w:right w:val="single" w:sz="6" w:space="0" w:color="auto"/>
          </w:tcBorders>
        </w:tcPr>
        <w:p w14:paraId="58FC2399" w14:textId="77777777" w:rsidR="008C7771" w:rsidRDefault="008C7771">
          <w:pPr>
            <w:pStyle w:val="ab"/>
          </w:pPr>
        </w:p>
      </w:tc>
      <w:tc>
        <w:tcPr>
          <w:tcW w:w="566" w:type="dxa"/>
          <w:vMerge/>
          <w:tcBorders>
            <w:left w:val="nil"/>
          </w:tcBorders>
        </w:tcPr>
        <w:p w14:paraId="5BEE969F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</w:pPr>
        </w:p>
      </w:tc>
    </w:tr>
  </w:tbl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397"/>
    </w:tblGrid>
    <w:tr w:rsidR="008C7771" w14:paraId="2356B50F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28D7265B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60E74534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344B0E6E" w14:textId="77777777">
      <w:trPr>
        <w:cantSplit/>
        <w:trHeight w:hRule="exact" w:val="1417"/>
      </w:trPr>
      <w:tc>
        <w:tcPr>
          <w:tcW w:w="283" w:type="dxa"/>
          <w:tcBorders>
            <w:left w:val="single" w:sz="6" w:space="0" w:color="auto"/>
            <w:right w:val="single" w:sz="6" w:space="0" w:color="auto"/>
          </w:tcBorders>
          <w:textDirection w:val="btLr"/>
        </w:tcPr>
        <w:p w14:paraId="506CB9C5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Инв. № </w:t>
          </w:r>
          <w:proofErr w:type="spellStart"/>
          <w:r>
            <w:rPr>
              <w:rFonts w:ascii="Arial Narrow" w:hAnsi="Arial Narrow"/>
            </w:rPr>
            <w:t>дубл</w:t>
          </w:r>
          <w:proofErr w:type="spellEnd"/>
          <w:r>
            <w:rPr>
              <w:rFonts w:ascii="Arial Narrow" w:hAnsi="Arial Narrow"/>
            </w:rPr>
            <w:t>.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761F92AE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1BA56003" w14:textId="77777777">
      <w:trPr>
        <w:cantSplit/>
        <w:trHeight w:hRule="exact" w:val="1417"/>
      </w:trPr>
      <w:tc>
        <w:tcPr>
          <w:tcW w:w="28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extDirection w:val="btLr"/>
        </w:tcPr>
        <w:p w14:paraId="3E75571F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Взам</w:t>
          </w:r>
          <w:proofErr w:type="spellEnd"/>
          <w:r>
            <w:rPr>
              <w:rFonts w:ascii="Arial Narrow" w:hAnsi="Arial Narrow"/>
            </w:rPr>
            <w:t>. инв. №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369C0CD7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2F512B9D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326106A4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4F489A38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51F5C826" w14:textId="77777777">
      <w:trPr>
        <w:cantSplit/>
        <w:trHeight w:hRule="exact" w:val="1408"/>
      </w:trPr>
      <w:tc>
        <w:tcPr>
          <w:tcW w:w="283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5802F4A2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Инв. № подл.</w:t>
          </w:r>
        </w:p>
      </w:tc>
      <w:tc>
        <w:tcPr>
          <w:tcW w:w="397" w:type="dxa"/>
          <w:tcBorders>
            <w:top w:val="single" w:sz="6" w:space="0" w:color="auto"/>
            <w:left w:val="nil"/>
            <w:bottom w:val="single" w:sz="6" w:space="0" w:color="auto"/>
          </w:tcBorders>
          <w:textDirection w:val="btLr"/>
          <w:vAlign w:val="center"/>
        </w:tcPr>
        <w:p w14:paraId="046FD973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</w:tbl>
  <w:p w14:paraId="5D0C3C8F" w14:textId="411D9E04" w:rsidR="008C7771" w:rsidRDefault="00283A84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66A98D24" wp14:editId="7922A4EA">
              <wp:simplePos x="0" y="0"/>
              <wp:positionH relativeFrom="margin">
                <wp:posOffset>-127635</wp:posOffset>
              </wp:positionH>
              <wp:positionV relativeFrom="margin">
                <wp:posOffset>9944100</wp:posOffset>
              </wp:positionV>
              <wp:extent cx="6511290" cy="165100"/>
              <wp:effectExtent l="0" t="0" r="0" b="0"/>
              <wp:wrapNone/>
              <wp:docPr id="1520750845" name="Rectangle 1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129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800"/>
                            <w:gridCol w:w="1860"/>
                            <w:gridCol w:w="1613"/>
                          </w:tblGrid>
                          <w:tr w:rsidR="008C7771" w14:paraId="08477C2A" w14:textId="77777777">
                            <w:trPr>
                              <w:cantSplit/>
                              <w:trHeight w:hRule="exact" w:val="260"/>
                            </w:trPr>
                            <w:tc>
                              <w:tcPr>
                                <w:tcW w:w="6800" w:type="dxa"/>
                                <w:vAlign w:val="center"/>
                              </w:tcPr>
                              <w:p w14:paraId="21F9C877" w14:textId="77777777" w:rsidR="008C7771" w:rsidRDefault="008C7771">
                                <w:pPr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860" w:type="dxa"/>
                                <w:vAlign w:val="center"/>
                              </w:tcPr>
                              <w:p w14:paraId="068C543A" w14:textId="77777777" w:rsidR="008C7771" w:rsidRDefault="008C7771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13" w:type="dxa"/>
                                <w:vAlign w:val="center"/>
                              </w:tcPr>
                              <w:p w14:paraId="5087E420" w14:textId="77777777" w:rsidR="008C7771" w:rsidRDefault="00000000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</w:rPr>
                                  <w:t>Формат А4</w:t>
                                </w:r>
                              </w:p>
                            </w:tc>
                          </w:tr>
                        </w:tbl>
                        <w:p w14:paraId="3973173F" w14:textId="77777777" w:rsidR="008C7771" w:rsidRDefault="008C777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A98D24" id="Rectangle 191" o:spid="_x0000_s1027" style="position:absolute;margin-left:-10.05pt;margin-top:783pt;width:512.7pt;height:1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" o:allowincell="f" filled="f" stroked="f" strokeweight="1.5pt">
              <v:textbox inset="0,0,0,0">
                <w:txbxContent>
                  <w:tbl>
                    <w:tblPr>
                      <w:tblW w:w="0" w:type="auto"/>
                      <w:tblInd w:w="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800"/>
                      <w:gridCol w:w="1860"/>
                      <w:gridCol w:w="1613"/>
                    </w:tblGrid>
                    <w:tr w:rsidR="008C7771" w14:paraId="08477C2A" w14:textId="77777777">
                      <w:trPr>
                        <w:cantSplit/>
                        <w:trHeight w:hRule="exact" w:val="260"/>
                      </w:trPr>
                      <w:tc>
                        <w:tcPr>
                          <w:tcW w:w="6800" w:type="dxa"/>
                          <w:vAlign w:val="center"/>
                        </w:tcPr>
                        <w:p w14:paraId="21F9C877" w14:textId="77777777" w:rsidR="008C7771" w:rsidRDefault="008C7771">
                          <w:pPr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860" w:type="dxa"/>
                          <w:vAlign w:val="center"/>
                        </w:tcPr>
                        <w:p w14:paraId="068C543A" w14:textId="77777777" w:rsidR="008C7771" w:rsidRDefault="008C7771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613" w:type="dxa"/>
                          <w:vAlign w:val="center"/>
                        </w:tcPr>
                        <w:p w14:paraId="5087E420" w14:textId="77777777" w:rsidR="008C7771" w:rsidRDefault="00000000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Формат А4</w:t>
                          </w:r>
                        </w:p>
                      </w:tc>
                    </w:tr>
                  </w:tbl>
                  <w:p w14:paraId="3973173F" w14:textId="77777777" w:rsidR="008C7771" w:rsidRDefault="008C7771"/>
                </w:txbxContent>
              </v:textbox>
              <w10:wrap anchorx="margin" anchory="margin"/>
              <w10:anchorlock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397"/>
    </w:tblGrid>
    <w:tr w:rsidR="008C7771" w14:paraId="335875BE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53F5F850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1E440AA1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37C090D1" w14:textId="77777777">
      <w:trPr>
        <w:cantSplit/>
        <w:trHeight w:hRule="exact" w:val="1417"/>
      </w:trPr>
      <w:tc>
        <w:tcPr>
          <w:tcW w:w="283" w:type="dxa"/>
          <w:tcBorders>
            <w:left w:val="single" w:sz="6" w:space="0" w:color="auto"/>
            <w:right w:val="single" w:sz="6" w:space="0" w:color="auto"/>
          </w:tcBorders>
          <w:textDirection w:val="btLr"/>
        </w:tcPr>
        <w:p w14:paraId="63A9B6CA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Инв. № </w:t>
          </w:r>
          <w:proofErr w:type="spellStart"/>
          <w:r>
            <w:rPr>
              <w:rFonts w:ascii="Arial Narrow" w:hAnsi="Arial Narrow"/>
            </w:rPr>
            <w:t>дубл</w:t>
          </w:r>
          <w:proofErr w:type="spellEnd"/>
          <w:r>
            <w:rPr>
              <w:rFonts w:ascii="Arial Narrow" w:hAnsi="Arial Narrow"/>
            </w:rPr>
            <w:t>.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00D64924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3D1BC91E" w14:textId="77777777">
      <w:trPr>
        <w:cantSplit/>
        <w:trHeight w:hRule="exact" w:val="1417"/>
      </w:trPr>
      <w:tc>
        <w:tcPr>
          <w:tcW w:w="28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extDirection w:val="btLr"/>
        </w:tcPr>
        <w:p w14:paraId="7180783E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Взам</w:t>
          </w:r>
          <w:proofErr w:type="spellEnd"/>
          <w:r>
            <w:rPr>
              <w:rFonts w:ascii="Arial Narrow" w:hAnsi="Arial Narrow"/>
            </w:rPr>
            <w:t>. инв. №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6891D16A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5AC4E863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6DFF562B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77999A64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504CDD85" w14:textId="77777777">
      <w:trPr>
        <w:cantSplit/>
        <w:trHeight w:hRule="exact" w:val="1408"/>
      </w:trPr>
      <w:tc>
        <w:tcPr>
          <w:tcW w:w="283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4F13F3C2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Инв. № подл.</w:t>
          </w:r>
        </w:p>
      </w:tc>
      <w:tc>
        <w:tcPr>
          <w:tcW w:w="397" w:type="dxa"/>
          <w:tcBorders>
            <w:top w:val="single" w:sz="6" w:space="0" w:color="auto"/>
            <w:left w:val="nil"/>
            <w:bottom w:val="single" w:sz="6" w:space="0" w:color="auto"/>
          </w:tcBorders>
          <w:textDirection w:val="btLr"/>
          <w:vAlign w:val="center"/>
        </w:tcPr>
        <w:p w14:paraId="4B7B327E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</w:tbl>
  <w:p w14:paraId="2FDB17AD" w14:textId="14B4A699" w:rsidR="008C7771" w:rsidRDefault="00283A84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0" allowOverlap="1" wp14:anchorId="72E15F7E" wp14:editId="55DCDA6F">
              <wp:simplePos x="0" y="0"/>
              <wp:positionH relativeFrom="margin">
                <wp:posOffset>-127635</wp:posOffset>
              </wp:positionH>
              <wp:positionV relativeFrom="margin">
                <wp:posOffset>9944100</wp:posOffset>
              </wp:positionV>
              <wp:extent cx="6511290" cy="165100"/>
              <wp:effectExtent l="0" t="0" r="0" b="0"/>
              <wp:wrapNone/>
              <wp:docPr id="2052935854" name="Rectangle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129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800"/>
                            <w:gridCol w:w="1860"/>
                            <w:gridCol w:w="1613"/>
                          </w:tblGrid>
                          <w:tr w:rsidR="008C7771" w14:paraId="4B3F7A4C" w14:textId="77777777">
                            <w:trPr>
                              <w:cantSplit/>
                              <w:trHeight w:hRule="exact" w:val="260"/>
                            </w:trPr>
                            <w:tc>
                              <w:tcPr>
                                <w:tcW w:w="6800" w:type="dxa"/>
                                <w:vAlign w:val="center"/>
                              </w:tcPr>
                              <w:p w14:paraId="7E47DA38" w14:textId="77777777" w:rsidR="008C7771" w:rsidRDefault="008C7771">
                                <w:pPr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860" w:type="dxa"/>
                                <w:vAlign w:val="center"/>
                              </w:tcPr>
                              <w:p w14:paraId="258BA323" w14:textId="77777777" w:rsidR="008C7771" w:rsidRDefault="008C7771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13" w:type="dxa"/>
                                <w:vAlign w:val="center"/>
                              </w:tcPr>
                              <w:p w14:paraId="78FE34E0" w14:textId="77777777" w:rsidR="008C7771" w:rsidRDefault="00000000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</w:rPr>
                                  <w:t>Формат А4</w:t>
                                </w:r>
                              </w:p>
                            </w:tc>
                          </w:tr>
                        </w:tbl>
                        <w:p w14:paraId="5D439870" w14:textId="77777777" w:rsidR="008C7771" w:rsidRDefault="008C777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E15F7E" id="Rectangle 190" o:spid="_x0000_s1028" style="position:absolute;margin-left:-10.05pt;margin-top:783pt;width:512.7pt;height:1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" o:allowincell="f" filled="f" stroked="f" strokeweight="1.5pt">
              <v:textbox inset="0,0,0,0">
                <w:txbxContent>
                  <w:tbl>
                    <w:tblPr>
                      <w:tblW w:w="0" w:type="auto"/>
                      <w:tblInd w:w="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800"/>
                      <w:gridCol w:w="1860"/>
                      <w:gridCol w:w="1613"/>
                    </w:tblGrid>
                    <w:tr w:rsidR="008C7771" w14:paraId="4B3F7A4C" w14:textId="77777777">
                      <w:trPr>
                        <w:cantSplit/>
                        <w:trHeight w:hRule="exact" w:val="260"/>
                      </w:trPr>
                      <w:tc>
                        <w:tcPr>
                          <w:tcW w:w="6800" w:type="dxa"/>
                          <w:vAlign w:val="center"/>
                        </w:tcPr>
                        <w:p w14:paraId="7E47DA38" w14:textId="77777777" w:rsidR="008C7771" w:rsidRDefault="008C7771">
                          <w:pPr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860" w:type="dxa"/>
                          <w:vAlign w:val="center"/>
                        </w:tcPr>
                        <w:p w14:paraId="258BA323" w14:textId="77777777" w:rsidR="008C7771" w:rsidRDefault="008C7771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613" w:type="dxa"/>
                          <w:vAlign w:val="center"/>
                        </w:tcPr>
                        <w:p w14:paraId="78FE34E0" w14:textId="77777777" w:rsidR="008C7771" w:rsidRDefault="00000000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Формат А4</w:t>
                          </w:r>
                        </w:p>
                      </w:tc>
                    </w:tr>
                  </w:tbl>
                  <w:p w14:paraId="5D439870" w14:textId="77777777" w:rsidR="008C7771" w:rsidRDefault="008C7771"/>
                </w:txbxContent>
              </v:textbox>
              <w10:wrap anchorx="margin" anchory="margin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39078" w14:textId="77777777" w:rsidR="00706DFF" w:rsidRDefault="00706DFF">
      <w:pPr>
        <w:spacing w:line="240" w:lineRule="auto"/>
      </w:pPr>
      <w:r>
        <w:separator/>
      </w:r>
    </w:p>
  </w:footnote>
  <w:footnote w:type="continuationSeparator" w:id="0">
    <w:p w14:paraId="6A92262D" w14:textId="77777777" w:rsidR="00706DFF" w:rsidRDefault="00706D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9796" w14:textId="7961C467" w:rsidR="008C7771" w:rsidRDefault="0028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0" allowOverlap="1" wp14:anchorId="0DC31307" wp14:editId="4BC90215">
              <wp:simplePos x="0" y="0"/>
              <wp:positionH relativeFrom="margin">
                <wp:posOffset>-114300</wp:posOffset>
              </wp:positionH>
              <wp:positionV relativeFrom="margin">
                <wp:posOffset>-193040</wp:posOffset>
              </wp:positionV>
              <wp:extent cx="6504305" cy="10127615"/>
              <wp:effectExtent l="0" t="0" r="0" b="0"/>
              <wp:wrapNone/>
              <wp:docPr id="212338577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04305" cy="101276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9A5F6C" id="Rectangle 5" o:spid="_x0000_s1026" style="position:absolute;margin-left:-9pt;margin-top:-15.2pt;width:512.15pt;height:797.4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" o:allowincell="f" filled="f">
              <w10:wrap anchorx="margin" anchory="margin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FBDB077" wp14:editId="7A539D04">
              <wp:simplePos x="0" y="0"/>
              <wp:positionH relativeFrom="margin">
                <wp:posOffset>1074420</wp:posOffset>
              </wp:positionH>
              <wp:positionV relativeFrom="margin">
                <wp:posOffset>-193040</wp:posOffset>
              </wp:positionV>
              <wp:extent cx="635" cy="381635"/>
              <wp:effectExtent l="0" t="0" r="0" b="0"/>
              <wp:wrapNone/>
              <wp:docPr id="13821861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8163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EA2A19" id="Line 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84.6pt,-15.2pt" to="84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" o:allowincell="f" stroked="f" strokeweight="1.5pt">
              <v:stroke startarrowwidth="narrow" startarrowlength="short" endarrowwidth="narrow" endarrowlength="short"/>
              <w10:wrap anchorx="margin" anchory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B774D" w14:textId="5848BBDF" w:rsidR="008C7771" w:rsidRDefault="0028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0" allowOverlap="1" wp14:anchorId="326E7F06" wp14:editId="41724834">
              <wp:simplePos x="0" y="0"/>
              <wp:positionH relativeFrom="margin">
                <wp:posOffset>-114300</wp:posOffset>
              </wp:positionH>
              <wp:positionV relativeFrom="margin">
                <wp:posOffset>-193040</wp:posOffset>
              </wp:positionV>
              <wp:extent cx="6504305" cy="10127615"/>
              <wp:effectExtent l="0" t="0" r="0" b="0"/>
              <wp:wrapNone/>
              <wp:docPr id="364799608" name="Rectangle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04305" cy="101276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91AE1A" id="Rectangle 194" o:spid="_x0000_s1026" style="position:absolute;margin-left:-9pt;margin-top:-15.2pt;width:512.15pt;height:797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" o:allowincell="f" filled="f">
              <w10:wrap anchorx="margin" anchory="margin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634B" w14:textId="4C1D5059" w:rsidR="008C7771" w:rsidRDefault="0028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0" allowOverlap="1" wp14:anchorId="540BE052" wp14:editId="0FBC7691">
              <wp:simplePos x="0" y="0"/>
              <wp:positionH relativeFrom="margin">
                <wp:posOffset>-114300</wp:posOffset>
              </wp:positionH>
              <wp:positionV relativeFrom="margin">
                <wp:posOffset>-193040</wp:posOffset>
              </wp:positionV>
              <wp:extent cx="6504305" cy="10127615"/>
              <wp:effectExtent l="0" t="0" r="0" b="0"/>
              <wp:wrapNone/>
              <wp:docPr id="525143837" name="Rectangle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04305" cy="101276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656202" id="Rectangle 195" o:spid="_x0000_s1026" style="position:absolute;margin-left:-9pt;margin-top:-15.2pt;width:512.15pt;height:797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" o:allowincell="f" filled="f">
              <w10:wrap anchorx="margin" anchory="margin"/>
              <w10:anchorlock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02369" w14:textId="53BE88E7" w:rsidR="008C7771" w:rsidRDefault="0028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119898BD" wp14:editId="6156A32B">
              <wp:simplePos x="0" y="0"/>
              <wp:positionH relativeFrom="margin">
                <wp:posOffset>-114300</wp:posOffset>
              </wp:positionH>
              <wp:positionV relativeFrom="margin">
                <wp:posOffset>-193040</wp:posOffset>
              </wp:positionV>
              <wp:extent cx="6504305" cy="10127615"/>
              <wp:effectExtent l="0" t="0" r="0" b="0"/>
              <wp:wrapNone/>
              <wp:docPr id="1976165639" name="Rectangl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04305" cy="101276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0A49CC" id="Rectangle 189" o:spid="_x0000_s1026" style="position:absolute;margin-left:-9pt;margin-top:-15.2pt;width:512.15pt;height:797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" o:allowincell="f" filled="f">
              <w10:wrap anchorx="margin" anchory="margin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6284B66" wp14:editId="66B46CB7">
              <wp:simplePos x="0" y="0"/>
              <wp:positionH relativeFrom="margin">
                <wp:posOffset>1074420</wp:posOffset>
              </wp:positionH>
              <wp:positionV relativeFrom="margin">
                <wp:posOffset>-193040</wp:posOffset>
              </wp:positionV>
              <wp:extent cx="635" cy="381635"/>
              <wp:effectExtent l="0" t="0" r="0" b="0"/>
              <wp:wrapNone/>
              <wp:docPr id="1236966785" name="Line 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8163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FBBACA" id="Line 18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84.6pt,-15.2pt" to="84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" o:allowincell="f" stroked="f" strokeweight="1.5pt">
              <v:stroke startarrowwidth="narrow" startarrowlength="short" endarrowwidth="narrow" endarrowlength="short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D1628"/>
    <w:multiLevelType w:val="hybridMultilevel"/>
    <w:tmpl w:val="5CA6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841F7"/>
    <w:multiLevelType w:val="singleLevel"/>
    <w:tmpl w:val="D890AAC8"/>
    <w:lvl w:ilvl="0">
      <w:start w:val="1"/>
      <w:numFmt w:val="decimal"/>
      <w:lvlText w:val="%1"/>
      <w:legacy w:legacy="1" w:legacySpace="0" w:legacyIndent="0"/>
      <w:lvlJc w:val="left"/>
      <w:rPr>
        <w:rFonts w:ascii="Times New Roman" w:hAnsi="Times New Roman" w:hint="default"/>
        <w:b w:val="0"/>
        <w:i w:val="0"/>
        <w:sz w:val="22"/>
      </w:rPr>
    </w:lvl>
  </w:abstractNum>
  <w:abstractNum w:abstractNumId="2" w15:restartNumberingAfterBreak="0">
    <w:nsid w:val="1C220CC8"/>
    <w:multiLevelType w:val="singleLevel"/>
    <w:tmpl w:val="D890AAC8"/>
    <w:lvl w:ilvl="0">
      <w:start w:val="1"/>
      <w:numFmt w:val="decimal"/>
      <w:lvlText w:val="%1"/>
      <w:legacy w:legacy="1" w:legacySpace="0" w:legacyIndent="0"/>
      <w:lvlJc w:val="left"/>
      <w:rPr>
        <w:rFonts w:ascii="Times New Roman" w:hAnsi="Times New Roman" w:hint="default"/>
        <w:b w:val="0"/>
        <w:i w:val="0"/>
        <w:sz w:val="22"/>
      </w:rPr>
    </w:lvl>
  </w:abstractNum>
  <w:abstractNum w:abstractNumId="3" w15:restartNumberingAfterBreak="0">
    <w:nsid w:val="373D547B"/>
    <w:multiLevelType w:val="multilevel"/>
    <w:tmpl w:val="238ACEA2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-567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53"/>
        </w:tabs>
        <w:ind w:left="18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3"/>
        </w:tabs>
        <w:ind w:left="23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3"/>
        </w:tabs>
        <w:ind w:left="28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3"/>
        </w:tabs>
        <w:ind w:left="33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13"/>
        </w:tabs>
        <w:ind w:left="38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3"/>
        </w:tabs>
        <w:ind w:left="4473" w:hanging="1440"/>
      </w:pPr>
      <w:rPr>
        <w:rFonts w:hint="default"/>
      </w:rPr>
    </w:lvl>
  </w:abstractNum>
  <w:abstractNum w:abstractNumId="4" w15:restartNumberingAfterBreak="0">
    <w:nsid w:val="4B926537"/>
    <w:multiLevelType w:val="hybridMultilevel"/>
    <w:tmpl w:val="95D8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23534"/>
    <w:multiLevelType w:val="singleLevel"/>
    <w:tmpl w:val="D890AAC8"/>
    <w:lvl w:ilvl="0">
      <w:start w:val="1"/>
      <w:numFmt w:val="decimal"/>
      <w:lvlText w:val="%1"/>
      <w:legacy w:legacy="1" w:legacySpace="0" w:legacyIndent="0"/>
      <w:lvlJc w:val="left"/>
      <w:rPr>
        <w:rFonts w:ascii="Times New Roman" w:hAnsi="Times New Roman" w:hint="default"/>
        <w:b w:val="0"/>
        <w:i w:val="0"/>
        <w:sz w:val="22"/>
      </w:rPr>
    </w:lvl>
  </w:abstractNum>
  <w:abstractNum w:abstractNumId="6" w15:restartNumberingAfterBreak="0">
    <w:nsid w:val="786053EC"/>
    <w:multiLevelType w:val="multilevel"/>
    <w:tmpl w:val="E8EC4DCA"/>
    <w:lvl w:ilvl="0">
      <w:start w:val="1"/>
      <w:numFmt w:val="bullet"/>
      <w:pStyle w:val="a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>
      <w:start w:val="1"/>
      <w:numFmt w:val="decimal"/>
      <w:suff w:val="space"/>
      <w:lvlText w:val="%1.%2"/>
      <w:lvlJc w:val="left"/>
      <w:pPr>
        <w:ind w:left="1418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418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8"/>
        </w:tabs>
        <w:ind w:left="31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8"/>
        </w:tabs>
        <w:ind w:left="36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8"/>
        </w:tabs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18"/>
        </w:tabs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8"/>
        </w:tabs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98"/>
        </w:tabs>
        <w:ind w:left="5738" w:hanging="1440"/>
      </w:pPr>
      <w:rPr>
        <w:rFonts w:hint="default"/>
      </w:rPr>
    </w:lvl>
  </w:abstractNum>
  <w:num w:numId="1" w16cid:durableId="1203443186">
    <w:abstractNumId w:val="3"/>
  </w:num>
  <w:num w:numId="2" w16cid:durableId="621155804">
    <w:abstractNumId w:val="3"/>
  </w:num>
  <w:num w:numId="3" w16cid:durableId="1027871271">
    <w:abstractNumId w:val="3"/>
  </w:num>
  <w:num w:numId="4" w16cid:durableId="369886037">
    <w:abstractNumId w:val="1"/>
  </w:num>
  <w:num w:numId="5" w16cid:durableId="1919243793">
    <w:abstractNumId w:val="2"/>
  </w:num>
  <w:num w:numId="6" w16cid:durableId="561645624">
    <w:abstractNumId w:val="5"/>
  </w:num>
  <w:num w:numId="7" w16cid:durableId="1939480235">
    <w:abstractNumId w:val="3"/>
  </w:num>
  <w:num w:numId="8" w16cid:durableId="1230655794">
    <w:abstractNumId w:val="3"/>
  </w:num>
  <w:num w:numId="9" w16cid:durableId="854150634">
    <w:abstractNumId w:val="3"/>
  </w:num>
  <w:num w:numId="10" w16cid:durableId="1049573100">
    <w:abstractNumId w:val="3"/>
  </w:num>
  <w:num w:numId="11" w16cid:durableId="716468255">
    <w:abstractNumId w:val="3"/>
  </w:num>
  <w:num w:numId="12" w16cid:durableId="610285171">
    <w:abstractNumId w:val="3"/>
  </w:num>
  <w:num w:numId="13" w16cid:durableId="716246738">
    <w:abstractNumId w:val="3"/>
  </w:num>
  <w:num w:numId="14" w16cid:durableId="1036387777">
    <w:abstractNumId w:val="3"/>
  </w:num>
  <w:num w:numId="15" w16cid:durableId="1689402460">
    <w:abstractNumId w:val="3"/>
  </w:num>
  <w:num w:numId="16" w16cid:durableId="1634409252">
    <w:abstractNumId w:val="3"/>
  </w:num>
  <w:num w:numId="17" w16cid:durableId="2065789363">
    <w:abstractNumId w:val="3"/>
  </w:num>
  <w:num w:numId="18" w16cid:durableId="697589416">
    <w:abstractNumId w:val="3"/>
  </w:num>
  <w:num w:numId="19" w16cid:durableId="611594181">
    <w:abstractNumId w:val="3"/>
  </w:num>
  <w:num w:numId="20" w16cid:durableId="1176964805">
    <w:abstractNumId w:val="3"/>
  </w:num>
  <w:num w:numId="21" w16cid:durableId="1457261980">
    <w:abstractNumId w:val="3"/>
  </w:num>
  <w:num w:numId="22" w16cid:durableId="1138305284">
    <w:abstractNumId w:val="3"/>
  </w:num>
  <w:num w:numId="23" w16cid:durableId="1025331164">
    <w:abstractNumId w:val="3"/>
  </w:num>
  <w:num w:numId="24" w16cid:durableId="2144149653">
    <w:abstractNumId w:val="3"/>
  </w:num>
  <w:num w:numId="25" w16cid:durableId="1033921494">
    <w:abstractNumId w:val="3"/>
  </w:num>
  <w:num w:numId="26" w16cid:durableId="1619945070">
    <w:abstractNumId w:val="3"/>
  </w:num>
  <w:num w:numId="27" w16cid:durableId="1679698805">
    <w:abstractNumId w:val="3"/>
  </w:num>
  <w:num w:numId="28" w16cid:durableId="1529248974">
    <w:abstractNumId w:val="3"/>
  </w:num>
  <w:num w:numId="29" w16cid:durableId="912087596">
    <w:abstractNumId w:val="3"/>
  </w:num>
  <w:num w:numId="30" w16cid:durableId="539633697">
    <w:abstractNumId w:val="3"/>
  </w:num>
  <w:num w:numId="31" w16cid:durableId="723066287">
    <w:abstractNumId w:val="3"/>
  </w:num>
  <w:num w:numId="32" w16cid:durableId="1055428">
    <w:abstractNumId w:val="6"/>
  </w:num>
  <w:num w:numId="33" w16cid:durableId="2104298031">
    <w:abstractNumId w:val="3"/>
  </w:num>
  <w:num w:numId="34" w16cid:durableId="1295022832">
    <w:abstractNumId w:val="6"/>
  </w:num>
  <w:num w:numId="35" w16cid:durableId="382490626">
    <w:abstractNumId w:val="3"/>
  </w:num>
  <w:num w:numId="36" w16cid:durableId="2113934557">
    <w:abstractNumId w:val="3"/>
  </w:num>
  <w:num w:numId="37" w16cid:durableId="683096108">
    <w:abstractNumId w:val="3"/>
  </w:num>
  <w:num w:numId="38" w16cid:durableId="897127423">
    <w:abstractNumId w:val="3"/>
  </w:num>
  <w:num w:numId="39" w16cid:durableId="1682123626">
    <w:abstractNumId w:val="4"/>
  </w:num>
  <w:num w:numId="40" w16cid:durableId="34936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attachedTemplate r:id="rId1"/>
  <w:defaultTabStop w:val="709"/>
  <w:autoHyphenation/>
  <w:hyphenationZone w:val="144"/>
  <w:doNotHyphenateCaps/>
  <w:drawingGridHorizontalSpacing w:val="1"/>
  <w:drawingGridVerticalSpacing w:val="1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A84"/>
    <w:rsid w:val="00054080"/>
    <w:rsid w:val="000644E9"/>
    <w:rsid w:val="00120837"/>
    <w:rsid w:val="001B4089"/>
    <w:rsid w:val="00267C95"/>
    <w:rsid w:val="00283A84"/>
    <w:rsid w:val="002C33E4"/>
    <w:rsid w:val="003B7182"/>
    <w:rsid w:val="003E115E"/>
    <w:rsid w:val="00473110"/>
    <w:rsid w:val="00566042"/>
    <w:rsid w:val="006F0459"/>
    <w:rsid w:val="00706DFF"/>
    <w:rsid w:val="008C7771"/>
    <w:rsid w:val="00914198"/>
    <w:rsid w:val="00A609E7"/>
    <w:rsid w:val="00D15896"/>
    <w:rsid w:val="00D96BAC"/>
    <w:rsid w:val="00EA02C9"/>
    <w:rsid w:val="00F9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59933D"/>
  <w15:chartTrackingRefBased/>
  <w15:docId w15:val="{C3005635-1A06-4470-8167-E9E87A01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pacing w:line="300" w:lineRule="auto"/>
    </w:pPr>
    <w:rPr>
      <w:sz w:val="24"/>
    </w:rPr>
  </w:style>
  <w:style w:type="paragraph" w:styleId="1">
    <w:name w:val="heading 1"/>
    <w:basedOn w:val="a1"/>
    <w:next w:val="a0"/>
    <w:qFormat/>
    <w:pPr>
      <w:keepNext/>
      <w:numPr>
        <w:numId w:val="38"/>
      </w:numPr>
      <w:tabs>
        <w:tab w:val="clear" w:pos="360"/>
      </w:tabs>
      <w:suppressAutoHyphens/>
      <w:spacing w:line="480" w:lineRule="auto"/>
      <w:outlineLvl w:val="0"/>
    </w:pPr>
    <w:rPr>
      <w:b/>
    </w:rPr>
  </w:style>
  <w:style w:type="paragraph" w:styleId="2">
    <w:name w:val="heading 2"/>
    <w:basedOn w:val="a1"/>
    <w:next w:val="a2"/>
    <w:qFormat/>
    <w:pPr>
      <w:numPr>
        <w:ilvl w:val="1"/>
        <w:numId w:val="38"/>
      </w:numPr>
      <w:tabs>
        <w:tab w:val="clear" w:pos="360"/>
      </w:tabs>
      <w:spacing w:line="300" w:lineRule="auto"/>
      <w:outlineLvl w:val="1"/>
    </w:pPr>
  </w:style>
  <w:style w:type="paragraph" w:styleId="3">
    <w:name w:val="heading 3"/>
    <w:basedOn w:val="a1"/>
    <w:next w:val="a0"/>
    <w:qFormat/>
    <w:pPr>
      <w:numPr>
        <w:ilvl w:val="2"/>
        <w:numId w:val="38"/>
      </w:numPr>
      <w:suppressAutoHyphens/>
      <w:spacing w:line="300" w:lineRule="auto"/>
      <w:outlineLvl w:val="2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7">
    <w:name w:val="footer"/>
    <w:basedOn w:val="a0"/>
    <w:semiHidden/>
    <w:pPr>
      <w:tabs>
        <w:tab w:val="center" w:pos="4536"/>
        <w:tab w:val="right" w:pos="9072"/>
      </w:tabs>
    </w:pPr>
  </w:style>
  <w:style w:type="character" w:styleId="a8">
    <w:name w:val="page number"/>
    <w:basedOn w:val="a3"/>
    <w:semiHidden/>
    <w:rPr>
      <w:rFonts w:ascii="Arial Narrow" w:hAnsi="Arial Narrow"/>
      <w:sz w:val="22"/>
    </w:rPr>
  </w:style>
  <w:style w:type="paragraph" w:styleId="a9">
    <w:name w:val="caption"/>
    <w:basedOn w:val="a1"/>
    <w:next w:val="a1"/>
    <w:qFormat/>
    <w:pPr>
      <w:spacing w:after="500"/>
      <w:ind w:firstLine="0"/>
      <w:jc w:val="center"/>
    </w:pPr>
  </w:style>
  <w:style w:type="paragraph" w:styleId="a1">
    <w:name w:val="Body Text"/>
    <w:basedOn w:val="a0"/>
    <w:semiHidden/>
    <w:pPr>
      <w:tabs>
        <w:tab w:val="left" w:pos="360"/>
        <w:tab w:val="right" w:pos="9356"/>
      </w:tabs>
      <w:spacing w:line="500" w:lineRule="atLeast"/>
      <w:ind w:firstLine="360"/>
    </w:pPr>
  </w:style>
  <w:style w:type="paragraph" w:customStyle="1" w:styleId="aa">
    <w:name w:val="Концевой абзац"/>
    <w:basedOn w:val="a1"/>
    <w:next w:val="1"/>
    <w:pPr>
      <w:spacing w:after="500"/>
    </w:pPr>
    <w:rPr>
      <w:sz w:val="22"/>
    </w:rPr>
  </w:style>
  <w:style w:type="paragraph" w:customStyle="1" w:styleId="a2">
    <w:name w:val="Начапьный абзац"/>
    <w:basedOn w:val="a1"/>
    <w:next w:val="a1"/>
    <w:pPr>
      <w:spacing w:before="500"/>
    </w:pPr>
    <w:rPr>
      <w:sz w:val="22"/>
    </w:rPr>
  </w:style>
  <w:style w:type="paragraph" w:customStyle="1" w:styleId="ab">
    <w:name w:val="Наименование"/>
    <w:basedOn w:val="a0"/>
    <w:pPr>
      <w:jc w:val="center"/>
    </w:pPr>
    <w:rPr>
      <w:rFonts w:ascii="Arial Narrow" w:hAnsi="Arial Narrow"/>
      <w:sz w:val="22"/>
    </w:rPr>
  </w:style>
  <w:style w:type="paragraph" w:styleId="ac">
    <w:name w:val="Subtitle"/>
    <w:basedOn w:val="a1"/>
    <w:qFormat/>
    <w:pPr>
      <w:ind w:firstLine="0"/>
      <w:jc w:val="center"/>
    </w:pPr>
    <w:rPr>
      <w:rFonts w:cs="Arial"/>
      <w:b/>
      <w:szCs w:val="24"/>
    </w:rPr>
  </w:style>
  <w:style w:type="paragraph" w:styleId="10">
    <w:name w:val="toc 1"/>
    <w:basedOn w:val="a1"/>
    <w:next w:val="a1"/>
    <w:semiHidden/>
    <w:pPr>
      <w:tabs>
        <w:tab w:val="clear" w:pos="360"/>
        <w:tab w:val="clear" w:pos="9356"/>
        <w:tab w:val="left" w:leader="dot" w:pos="9639"/>
      </w:tabs>
      <w:spacing w:line="240" w:lineRule="auto"/>
      <w:ind w:firstLine="0"/>
    </w:pPr>
  </w:style>
  <w:style w:type="paragraph" w:styleId="20">
    <w:name w:val="toc 2"/>
    <w:basedOn w:val="a1"/>
    <w:next w:val="a1"/>
    <w:semiHidden/>
    <w:pPr>
      <w:tabs>
        <w:tab w:val="clear" w:pos="360"/>
        <w:tab w:val="clear" w:pos="9356"/>
        <w:tab w:val="left" w:leader="dot" w:pos="9639"/>
      </w:tabs>
      <w:spacing w:line="240" w:lineRule="auto"/>
      <w:ind w:firstLine="0"/>
    </w:pPr>
  </w:style>
  <w:style w:type="paragraph" w:customStyle="1" w:styleId="ad">
    <w:name w:val="Боковик таблицы"/>
    <w:basedOn w:val="a1"/>
    <w:pPr>
      <w:spacing w:line="260" w:lineRule="atLeast"/>
      <w:ind w:left="100" w:right="40" w:firstLine="0"/>
    </w:pPr>
    <w:rPr>
      <w:sz w:val="22"/>
    </w:rPr>
  </w:style>
  <w:style w:type="paragraph" w:styleId="ae">
    <w:name w:val="Body Text Indent"/>
    <w:basedOn w:val="a0"/>
    <w:semiHidden/>
  </w:style>
  <w:style w:type="paragraph" w:customStyle="1" w:styleId="af">
    <w:name w:val="Головка таблицы"/>
    <w:basedOn w:val="a1"/>
    <w:pPr>
      <w:spacing w:line="260" w:lineRule="atLeast"/>
      <w:ind w:firstLine="0"/>
      <w:jc w:val="center"/>
    </w:pPr>
    <w:rPr>
      <w:sz w:val="22"/>
    </w:rPr>
  </w:style>
  <w:style w:type="character" w:styleId="af0">
    <w:name w:val="footnote reference"/>
    <w:basedOn w:val="a3"/>
    <w:semiHidden/>
    <w:rPr>
      <w:vertAlign w:val="superscript"/>
    </w:rPr>
  </w:style>
  <w:style w:type="paragraph" w:styleId="30">
    <w:name w:val="toc 3"/>
    <w:basedOn w:val="a1"/>
    <w:next w:val="a1"/>
    <w:autoRedefine/>
    <w:semiHidden/>
    <w:pPr>
      <w:tabs>
        <w:tab w:val="clear" w:pos="9356"/>
        <w:tab w:val="right" w:leader="dot" w:pos="9539"/>
      </w:tabs>
      <w:ind w:left="1120" w:right="510" w:hanging="720"/>
    </w:pPr>
  </w:style>
  <w:style w:type="paragraph" w:styleId="af1">
    <w:name w:val="footnote text"/>
    <w:basedOn w:val="a0"/>
    <w:semiHidden/>
    <w:pPr>
      <w:ind w:firstLine="360"/>
    </w:pPr>
  </w:style>
  <w:style w:type="paragraph" w:customStyle="1" w:styleId="a">
    <w:name w:val="Перечисление"/>
    <w:basedOn w:val="a0"/>
    <w:pPr>
      <w:numPr>
        <w:numId w:val="34"/>
      </w:numPr>
    </w:pPr>
  </w:style>
  <w:style w:type="paragraph" w:styleId="af2">
    <w:name w:val="Title"/>
    <w:basedOn w:val="a1"/>
    <w:qFormat/>
    <w:pPr>
      <w:keepNext/>
      <w:suppressAutoHyphens/>
      <w:ind w:firstLine="0"/>
      <w:jc w:val="center"/>
    </w:pPr>
    <w:rPr>
      <w:bCs/>
      <w:noProof/>
    </w:rPr>
  </w:style>
  <w:style w:type="paragraph" w:styleId="af3">
    <w:name w:val="List Paragraph"/>
    <w:basedOn w:val="a0"/>
    <w:uiPriority w:val="34"/>
    <w:qFormat/>
    <w:rsid w:val="00EA02C9"/>
    <w:pPr>
      <w:ind w:left="720"/>
      <w:contextualSpacing/>
    </w:pPr>
  </w:style>
  <w:style w:type="table" w:styleId="af4">
    <w:name w:val="Table Grid"/>
    <w:basedOn w:val="a4"/>
    <w:uiPriority w:val="39"/>
    <w:rsid w:val="00473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W9_A4%20&#1090;&#1077;&#1082;&#1089;&#1090;%20&#1089;%20&#1090;&#1080;&#1090;&#1091;&#1083;&#1086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AW9_A4 текст с титулом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ЕСКД формата А4 с титульным листом</vt:lpstr>
    </vt:vector>
  </TitlesOfParts>
  <Company>Фирма Котлин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ЕСКД формата А4 с титульным листом</dc:title>
  <dc:subject>Шаблоны ГОСТ 2.104-68, ГОСТ 2.105-95</dc:subject>
  <dc:creator>Артем</dc:creator>
  <cp:keywords>КД, ЭД, шаблон</cp:keywords>
  <dc:description>Документ ЕСКД с титульным листом . Формат А4. ЛРИ в макросах. Печатать на принтере Optra-N .</dc:description>
  <cp:lastModifiedBy>Николай Юнев</cp:lastModifiedBy>
  <cp:revision>7</cp:revision>
  <cp:lastPrinted>2000-12-14T10:14:00Z</cp:lastPrinted>
  <dcterms:created xsi:type="dcterms:W3CDTF">2025-02-22T14:22:00Z</dcterms:created>
  <dcterms:modified xsi:type="dcterms:W3CDTF">2025-07-26T04:57:00Z</dcterms:modified>
  <cp:category>Шаблоны W2000</cp:category>
</cp:coreProperties>
</file>